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92B04" w14:textId="43F6234D" w:rsidR="006D4B28" w:rsidRDefault="00997F14" w:rsidP="006D4B28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Cs/>
          <w:i/>
          <w:lang w:eastAsia="ar-SA"/>
        </w:rPr>
      </w:pPr>
      <w:r w:rsidRPr="18B1CDF8">
        <w:rPr>
          <w:rFonts w:ascii="Times New Roman" w:hAnsi="Times New Roman"/>
          <w:b/>
          <w:bCs/>
        </w:rPr>
        <w:t xml:space="preserve">   </w:t>
      </w:r>
      <w:r w:rsidR="006D4B28"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67D84266" w14:textId="1164173E" w:rsidR="007C66B0" w:rsidRPr="007C66B0" w:rsidRDefault="00997F14" w:rsidP="007C66B0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tab/>
      </w:r>
      <w:r>
        <w:tab/>
      </w:r>
    </w:p>
    <w:p w14:paraId="6E78426E" w14:textId="77777777" w:rsidR="007C66B0" w:rsidRPr="007C66B0" w:rsidRDefault="007C66B0" w:rsidP="007C66B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C66B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6996E13" w14:textId="719CDAD2" w:rsidR="007C66B0" w:rsidRPr="007C66B0" w:rsidRDefault="007C66B0" w:rsidP="007C66B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C66B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D4B28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C66B0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D4B28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172088F9" w14:textId="77777777" w:rsidR="007C66B0" w:rsidRPr="007C66B0" w:rsidRDefault="007C66B0" w:rsidP="006F676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7C66B0">
        <w:rPr>
          <w:rFonts w:ascii="Corbel" w:hAnsi="Corbel"/>
          <w:i/>
          <w:sz w:val="20"/>
          <w:szCs w:val="20"/>
          <w:lang w:eastAsia="ar-SA"/>
        </w:rPr>
        <w:t>(skrajne daty</w:t>
      </w:r>
      <w:r w:rsidRPr="007C66B0">
        <w:rPr>
          <w:rFonts w:ascii="Corbel" w:hAnsi="Corbel"/>
          <w:sz w:val="20"/>
          <w:szCs w:val="20"/>
          <w:lang w:eastAsia="ar-SA"/>
        </w:rPr>
        <w:t>)</w:t>
      </w:r>
    </w:p>
    <w:p w14:paraId="56338987" w14:textId="4A0C83A4" w:rsidR="007C66B0" w:rsidRPr="007C66B0" w:rsidRDefault="007C66B0" w:rsidP="007C66B0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C66B0">
        <w:rPr>
          <w:rFonts w:ascii="Corbel" w:hAnsi="Corbel"/>
          <w:sz w:val="20"/>
          <w:szCs w:val="20"/>
          <w:lang w:eastAsia="ar-SA"/>
        </w:rPr>
        <w:t>Rok akademicki 202</w:t>
      </w:r>
      <w:r w:rsidR="006D4B28">
        <w:rPr>
          <w:rFonts w:ascii="Corbel" w:hAnsi="Corbel"/>
          <w:sz w:val="20"/>
          <w:szCs w:val="20"/>
          <w:lang w:eastAsia="ar-SA"/>
        </w:rPr>
        <w:t>5</w:t>
      </w:r>
      <w:r w:rsidRPr="007C66B0">
        <w:rPr>
          <w:rFonts w:ascii="Corbel" w:hAnsi="Corbel"/>
          <w:sz w:val="20"/>
          <w:szCs w:val="20"/>
          <w:lang w:eastAsia="ar-SA"/>
        </w:rPr>
        <w:t>/202</w:t>
      </w:r>
      <w:r w:rsidR="006D4B28">
        <w:rPr>
          <w:rFonts w:ascii="Corbel" w:hAnsi="Corbel"/>
          <w:sz w:val="20"/>
          <w:szCs w:val="20"/>
          <w:lang w:eastAsia="ar-SA"/>
        </w:rPr>
        <w:t>6</w:t>
      </w:r>
    </w:p>
    <w:p w14:paraId="122FEE6A" w14:textId="77777777" w:rsidR="007C66B0" w:rsidRPr="007C66B0" w:rsidRDefault="007C66B0" w:rsidP="007C66B0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6599" w:rsidRPr="00B169DF" w14:paraId="7B6B3F27" w14:textId="77777777" w:rsidTr="18B1CDF8">
        <w:tc>
          <w:tcPr>
            <w:tcW w:w="2694" w:type="dxa"/>
            <w:vAlign w:val="center"/>
          </w:tcPr>
          <w:p w14:paraId="07010FBB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D981F" w14:textId="75B28837" w:rsidR="000B6599" w:rsidRPr="003A7457" w:rsidRDefault="000B6599" w:rsidP="000B6599">
            <w:pPr>
              <w:pStyle w:val="Odpowiedzi"/>
              <w:spacing w:before="100" w:beforeAutospacing="1" w:after="100" w:afterAutospacing="1"/>
              <w:rPr>
                <w:bCs/>
              </w:rPr>
            </w:pPr>
            <w:r w:rsidRPr="003A7457">
              <w:rPr>
                <w:rFonts w:ascii="Corbel" w:hAnsi="Corbel"/>
                <w:bCs/>
                <w:sz w:val="24"/>
                <w:szCs w:val="24"/>
              </w:rPr>
              <w:t>Nauka administracji</w:t>
            </w:r>
          </w:p>
        </w:tc>
      </w:tr>
      <w:tr w:rsidR="000B6599" w:rsidRPr="00B169DF" w14:paraId="1820FF8A" w14:textId="77777777" w:rsidTr="18B1CDF8">
        <w:tc>
          <w:tcPr>
            <w:tcW w:w="2694" w:type="dxa"/>
            <w:vAlign w:val="center"/>
          </w:tcPr>
          <w:p w14:paraId="5C62B05B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6398D4" w14:textId="5D20ACB3" w:rsidR="000B6599" w:rsidRPr="00B169DF" w:rsidRDefault="000B6599" w:rsidP="000B6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ASO06</w:t>
            </w:r>
          </w:p>
        </w:tc>
      </w:tr>
      <w:tr w:rsidR="000B6599" w:rsidRPr="00B169DF" w14:paraId="4D36C4B5" w14:textId="77777777" w:rsidTr="18B1CDF8">
        <w:tc>
          <w:tcPr>
            <w:tcW w:w="2694" w:type="dxa"/>
            <w:vAlign w:val="center"/>
          </w:tcPr>
          <w:p w14:paraId="44F80EA6" w14:textId="77777777" w:rsidR="000B6599" w:rsidRPr="00B169DF" w:rsidRDefault="000B6599" w:rsidP="000B65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9CEE8EF" w14:textId="4562D435" w:rsidR="000B6599" w:rsidRPr="00235044" w:rsidRDefault="006D4B28" w:rsidP="18B1CDF8">
            <w:pPr>
              <w:pStyle w:val="Odpowiedzi"/>
              <w:spacing w:before="100" w:beforeAutospacing="1" w:after="100" w:afterAutospacing="1"/>
            </w:pPr>
            <w:r w:rsidRPr="00144FE1">
              <w:rPr>
                <w:rFonts w:ascii="Corbel" w:hAnsi="Corbel"/>
                <w:b w:val="0"/>
                <w:bCs/>
                <w:sz w:val="24"/>
                <w:szCs w:val="24"/>
              </w:rPr>
              <w:t>Wydział Prawa i Administracji</w:t>
            </w:r>
          </w:p>
        </w:tc>
      </w:tr>
      <w:tr w:rsidR="000B6599" w:rsidRPr="00B169DF" w14:paraId="6C3038C7" w14:textId="77777777" w:rsidTr="18B1CDF8">
        <w:tc>
          <w:tcPr>
            <w:tcW w:w="2694" w:type="dxa"/>
            <w:vAlign w:val="center"/>
          </w:tcPr>
          <w:p w14:paraId="49252DE4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9B57A0" w14:textId="082B6279" w:rsidR="000B6599" w:rsidRPr="00235044" w:rsidRDefault="00C96258" w:rsidP="18B1CDF8">
            <w:pPr>
              <w:pStyle w:val="Odpowiedzi"/>
              <w:spacing w:before="100" w:beforeAutospacing="1" w:after="100" w:afterAutospacing="1"/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0B6599" w:rsidRPr="00B169DF" w14:paraId="192BD65A" w14:textId="77777777" w:rsidTr="18B1CDF8">
        <w:tc>
          <w:tcPr>
            <w:tcW w:w="2694" w:type="dxa"/>
            <w:vAlign w:val="center"/>
          </w:tcPr>
          <w:p w14:paraId="10FF2062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C57579" w14:textId="6894AFF9" w:rsidR="000B6599" w:rsidRPr="00235044" w:rsidRDefault="000B6599" w:rsidP="000B6599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0B6599" w:rsidRPr="00B169DF" w14:paraId="70304835" w14:textId="77777777" w:rsidTr="18B1CDF8">
        <w:tc>
          <w:tcPr>
            <w:tcW w:w="2694" w:type="dxa"/>
            <w:vAlign w:val="center"/>
          </w:tcPr>
          <w:p w14:paraId="41CAFCB5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37E2D9" w14:textId="2B2FE516" w:rsidR="000B6599" w:rsidRPr="00235044" w:rsidRDefault="000B6599" w:rsidP="000B6599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Licencjackie</w:t>
            </w:r>
          </w:p>
        </w:tc>
      </w:tr>
      <w:tr w:rsidR="000B6599" w:rsidRPr="00B169DF" w14:paraId="388F3755" w14:textId="77777777" w:rsidTr="18B1CDF8">
        <w:tc>
          <w:tcPr>
            <w:tcW w:w="2694" w:type="dxa"/>
            <w:vAlign w:val="center"/>
          </w:tcPr>
          <w:p w14:paraId="074F09CD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BA5FF0" w14:textId="70D2ED7C" w:rsidR="000B6599" w:rsidRPr="00235044" w:rsidRDefault="000B6599" w:rsidP="000B6599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B6599" w:rsidRPr="00B169DF" w14:paraId="09205566" w14:textId="77777777" w:rsidTr="18B1CDF8">
        <w:tc>
          <w:tcPr>
            <w:tcW w:w="2694" w:type="dxa"/>
            <w:vAlign w:val="center"/>
          </w:tcPr>
          <w:p w14:paraId="694A7C70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2DDA66" w14:textId="469626C2" w:rsidR="000B6599" w:rsidRPr="00235044" w:rsidRDefault="000B6599" w:rsidP="000B6599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B6599" w:rsidRPr="00B169DF" w14:paraId="0C05C2EC" w14:textId="77777777" w:rsidTr="18B1CDF8">
        <w:tc>
          <w:tcPr>
            <w:tcW w:w="2694" w:type="dxa"/>
            <w:vAlign w:val="center"/>
          </w:tcPr>
          <w:p w14:paraId="3878DA9C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FD8A1B1" w14:textId="5EE28FFC" w:rsidR="000B6599" w:rsidRPr="00235044" w:rsidRDefault="000B6599" w:rsidP="18B1CDF8">
            <w:pPr>
              <w:pStyle w:val="Odpowiedzi"/>
              <w:spacing w:before="100" w:beforeAutospacing="1" w:after="100" w:afterAutospacing="1"/>
            </w:pPr>
            <w:r w:rsidRPr="18B1CDF8">
              <w:rPr>
                <w:rFonts w:ascii="Corbel" w:hAnsi="Corbel"/>
                <w:b w:val="0"/>
                <w:sz w:val="24"/>
                <w:szCs w:val="24"/>
              </w:rPr>
              <w:t xml:space="preserve">Rok I/ </w:t>
            </w:r>
            <w:r w:rsidR="512A46EF" w:rsidRPr="18B1CDF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0B6599" w:rsidRPr="00B169DF" w14:paraId="7ACCBA8E" w14:textId="77777777" w:rsidTr="18B1CDF8">
        <w:tc>
          <w:tcPr>
            <w:tcW w:w="2694" w:type="dxa"/>
            <w:vAlign w:val="center"/>
          </w:tcPr>
          <w:p w14:paraId="54139759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D5430" w14:textId="71866F3C" w:rsidR="000B6599" w:rsidRPr="00235044" w:rsidRDefault="000B6599" w:rsidP="000B6599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0B6599" w:rsidRPr="00B169DF" w14:paraId="331F9495" w14:textId="77777777" w:rsidTr="18B1CDF8">
        <w:tc>
          <w:tcPr>
            <w:tcW w:w="2694" w:type="dxa"/>
            <w:vAlign w:val="center"/>
          </w:tcPr>
          <w:p w14:paraId="1B1DE481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432D43" w14:textId="679D7192" w:rsidR="000B6599" w:rsidRPr="00235044" w:rsidRDefault="000B6599" w:rsidP="000B6599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B6599" w:rsidRPr="00B169DF" w14:paraId="339BFB5F" w14:textId="77777777" w:rsidTr="18B1CDF8">
        <w:tc>
          <w:tcPr>
            <w:tcW w:w="2694" w:type="dxa"/>
            <w:vAlign w:val="center"/>
          </w:tcPr>
          <w:p w14:paraId="5D93ED52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BCD431" w14:textId="49798B0D" w:rsidR="000B6599" w:rsidRPr="00235044" w:rsidRDefault="000B6599" w:rsidP="000B6599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</w:t>
            </w:r>
            <w:r w:rsidR="007C66B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B6599" w:rsidRPr="00B169DF" w14:paraId="0AD0E368" w14:textId="77777777" w:rsidTr="18B1CDF8">
        <w:tc>
          <w:tcPr>
            <w:tcW w:w="2694" w:type="dxa"/>
            <w:vAlign w:val="center"/>
          </w:tcPr>
          <w:p w14:paraId="020748E0" w14:textId="77777777" w:rsidR="000B6599" w:rsidRPr="00B169DF" w:rsidRDefault="000B6599" w:rsidP="000B65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87FD46" w14:textId="115DF656" w:rsidR="000B6599" w:rsidRPr="00235044" w:rsidRDefault="000B6599" w:rsidP="000B6599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Agata Barczewska-Dziobek, prof. UR, mgr </w:t>
            </w:r>
            <w:r w:rsidR="004C65C8">
              <w:rPr>
                <w:rFonts w:ascii="Corbel" w:hAnsi="Corbel"/>
                <w:b w:val="0"/>
                <w:sz w:val="24"/>
                <w:szCs w:val="24"/>
              </w:rPr>
              <w:t>Izabela Bentkowska-Furman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904"/>
        <w:gridCol w:w="748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18B1CD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1A24" w:rsidRPr="009C54AE" w14:paraId="00612DAA" w14:textId="77777777" w:rsidTr="008B2D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849" w14:textId="41E6BB4F" w:rsidR="00E71A24" w:rsidRPr="009C54AE" w:rsidRDefault="000B6599" w:rsidP="008B2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8008" w14:textId="4BACA0A9" w:rsidR="00E71A24" w:rsidRPr="009C54AE" w:rsidRDefault="000B6599" w:rsidP="008B2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81F5" w14:textId="389C60DE" w:rsidR="00E71A24" w:rsidRPr="009C54AE" w:rsidRDefault="000B6599" w:rsidP="008B2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5FAF" w14:textId="5566DC56" w:rsidR="00E71A24" w:rsidRPr="009C54AE" w:rsidRDefault="00E71A24" w:rsidP="008B2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8195" w14:textId="77777777" w:rsidR="00E71A24" w:rsidRPr="009C54AE" w:rsidRDefault="00E71A24" w:rsidP="008B2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1622" w14:textId="77777777" w:rsidR="00E71A24" w:rsidRPr="009C54AE" w:rsidRDefault="00E71A24" w:rsidP="008B2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EA80" w14:textId="77777777" w:rsidR="00E71A24" w:rsidRPr="009C54AE" w:rsidRDefault="00E71A24" w:rsidP="008B2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E34E" w14:textId="77777777" w:rsidR="00E71A24" w:rsidRPr="009C54AE" w:rsidRDefault="00E71A24" w:rsidP="008B2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0A8" w14:textId="77777777" w:rsidR="00E71A24" w:rsidRPr="009C54AE" w:rsidRDefault="00E71A24" w:rsidP="008B2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6525" w14:textId="691EEB5B" w:rsidR="00E71A24" w:rsidRPr="009C54AE" w:rsidRDefault="000B6599" w:rsidP="008B2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D7ABD1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660BA990" w14:textId="77777777" w:rsidR="008B2D0E" w:rsidRPr="00B169DF" w:rsidRDefault="008B2D0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250E757D" w:rsidR="0085747A" w:rsidRPr="00E71A24" w:rsidRDefault="008B2D0E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Corbel" w:hAnsi="Corbel"/>
          <w:smallCaps w:val="0"/>
          <w:szCs w:val="24"/>
          <w:u w:val="single"/>
        </w:rPr>
        <w:t xml:space="preserve">X  </w:t>
      </w:r>
      <w:r w:rsidR="0085747A" w:rsidRPr="00E71A24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19410820" w:rsidR="00E22FBC" w:rsidRPr="00B169DF" w:rsidRDefault="00E22FBC" w:rsidP="18B1CD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8B1CDF8">
        <w:rPr>
          <w:rFonts w:ascii="Corbel" w:hAnsi="Corbel"/>
          <w:smallCaps w:val="0"/>
        </w:rPr>
        <w:t xml:space="preserve">1.3 </w:t>
      </w:r>
      <w:r>
        <w:tab/>
      </w:r>
      <w:r w:rsidRPr="18B1CDF8">
        <w:rPr>
          <w:rFonts w:ascii="Corbel" w:hAnsi="Corbel"/>
          <w:smallCaps w:val="0"/>
        </w:rPr>
        <w:t>For</w:t>
      </w:r>
      <w:r w:rsidR="00445970" w:rsidRPr="18B1CDF8">
        <w:rPr>
          <w:rFonts w:ascii="Corbel" w:hAnsi="Corbel"/>
          <w:smallCaps w:val="0"/>
        </w:rPr>
        <w:t xml:space="preserve">ma zaliczenia przedmiotu </w:t>
      </w:r>
      <w:r w:rsidRPr="18B1CDF8">
        <w:rPr>
          <w:rFonts w:ascii="Corbel" w:hAnsi="Corbel"/>
          <w:smallCaps w:val="0"/>
        </w:rPr>
        <w:t xml:space="preserve">(z toku) </w:t>
      </w:r>
      <w:r w:rsidRPr="18B1CDF8">
        <w:rPr>
          <w:rFonts w:ascii="Corbel" w:hAnsi="Corbel"/>
          <w:b w:val="0"/>
          <w:smallCaps w:val="0"/>
        </w:rPr>
        <w:t>(egzamin, zaliczenie z oceną,)</w:t>
      </w:r>
    </w:p>
    <w:p w14:paraId="104182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D4663" w14:textId="77777777" w:rsidR="00303139" w:rsidRPr="00843BD3" w:rsidRDefault="00303139" w:rsidP="003031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3BD3"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</w:t>
      </w:r>
      <w:r w:rsidRPr="00843BD3">
        <w:rPr>
          <w:rFonts w:ascii="Corbel" w:hAnsi="Corbel"/>
          <w:b w:val="0"/>
          <w:smallCaps w:val="0"/>
          <w:szCs w:val="24"/>
        </w:rPr>
        <w:t>gzamin</w:t>
      </w:r>
    </w:p>
    <w:p w14:paraId="2E42018F" w14:textId="77777777" w:rsidR="00303139" w:rsidRPr="00843BD3" w:rsidRDefault="00303139" w:rsidP="00303139">
      <w:pPr>
        <w:spacing w:after="0" w:line="240" w:lineRule="auto"/>
        <w:ind w:left="709"/>
        <w:jc w:val="both"/>
        <w:rPr>
          <w:rFonts w:ascii="Corbel" w:hAnsi="Corbel"/>
          <w:b/>
          <w:sz w:val="24"/>
          <w:szCs w:val="24"/>
        </w:rPr>
      </w:pPr>
      <w:r w:rsidRPr="00843BD3">
        <w:rPr>
          <w:rFonts w:ascii="Corbel" w:eastAsia="Cambria" w:hAnsi="Corbel"/>
          <w:sz w:val="24"/>
          <w:szCs w:val="24"/>
        </w:rPr>
        <w:t>Ćwiczenia: zaliczenie z oceną</w:t>
      </w:r>
    </w:p>
    <w:p w14:paraId="3FC7FFD4" w14:textId="77777777" w:rsidR="00303139" w:rsidRPr="00B169DF" w:rsidRDefault="0030313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63DFB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4D8A79F3" w14:textId="77777777" w:rsidR="006F6769" w:rsidRPr="00B169DF" w:rsidRDefault="006F676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18B1CDF8">
        <w:tc>
          <w:tcPr>
            <w:tcW w:w="9670" w:type="dxa"/>
          </w:tcPr>
          <w:p w14:paraId="1BB8AE6C" w14:textId="1AEB45F2" w:rsidR="0085747A" w:rsidRPr="00B169DF" w:rsidRDefault="00E71A24" w:rsidP="18B1CD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8B1CDF8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25F38AC3" w14:textId="54752C87" w:rsidR="0085747A" w:rsidRPr="00B169DF" w:rsidRDefault="006F6769" w:rsidP="18B1CDF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18B1CDF8">
        <w:rPr>
          <w:rFonts w:ascii="Corbel" w:hAnsi="Corbel"/>
        </w:rPr>
        <w:lastRenderedPageBreak/>
        <w:t>3.</w:t>
      </w:r>
      <w:r w:rsidR="0085747A" w:rsidRPr="18B1CDF8">
        <w:rPr>
          <w:rFonts w:ascii="Corbel" w:hAnsi="Corbel"/>
        </w:rPr>
        <w:t xml:space="preserve"> </w:t>
      </w:r>
      <w:r w:rsidR="00A84C85" w:rsidRPr="18B1CDF8">
        <w:rPr>
          <w:rFonts w:ascii="Corbel" w:hAnsi="Corbel"/>
        </w:rPr>
        <w:t>cele, efekty uczenia się</w:t>
      </w:r>
      <w:r w:rsidR="0085747A" w:rsidRPr="18B1CDF8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B6599" w:rsidRPr="009C54AE" w14:paraId="03F6F8B0" w14:textId="77777777" w:rsidTr="18B1CDF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38A4" w14:textId="58932D79" w:rsidR="000B6599" w:rsidRPr="00077D0D" w:rsidRDefault="000B6599" w:rsidP="18B1CDF8">
            <w:pPr>
              <w:pStyle w:val="Podpunkty"/>
              <w:spacing w:before="40" w:after="40"/>
              <w:ind w:left="0" w:right="18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18B1CDF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D06F" w14:textId="21444D28" w:rsidR="000B6599" w:rsidRPr="00077D0D" w:rsidRDefault="000B6599" w:rsidP="000B65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Student powinien uzyskać wiedzę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0B6599" w:rsidRPr="009C54AE" w14:paraId="3205ACF3" w14:textId="77777777" w:rsidTr="18B1CDF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A8D6" w14:textId="5450B4F9" w:rsidR="000B6599" w:rsidRPr="00077D0D" w:rsidRDefault="000B6599" w:rsidP="18B1CDF8">
            <w:pPr>
              <w:pStyle w:val="Podpunkty"/>
              <w:ind w:left="0" w:right="18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18B1CDF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CE6C" w14:textId="373B8C33" w:rsidR="000B6599" w:rsidRPr="00077D0D" w:rsidRDefault="000B6599" w:rsidP="000B65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Student powinien zapoznać się z charakterystyką i strukturą współczesnej administracji publicznej w Polsce</w:t>
            </w:r>
          </w:p>
        </w:tc>
      </w:tr>
      <w:tr w:rsidR="000B6599" w:rsidRPr="009C54AE" w14:paraId="5A95D8A8" w14:textId="77777777" w:rsidTr="18B1CDF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E981" w14:textId="027E4EE8" w:rsidR="000B6599" w:rsidRPr="00077D0D" w:rsidRDefault="000B6599" w:rsidP="18B1CDF8">
            <w:pPr>
              <w:pStyle w:val="Podpunkty"/>
              <w:ind w:left="0" w:right="18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18B1CDF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CFE2" w14:textId="42A5CD9B" w:rsidR="000B6599" w:rsidRPr="00077D0D" w:rsidRDefault="000B6599" w:rsidP="000B65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Student powinien poznać podstawowe zagadnienia z zakresu organizacji i metod działania administracji publicznej, jej kontekstów organizacyjnych, prakseologicznych, socjologicznych i normatywnych</w:t>
            </w:r>
          </w:p>
        </w:tc>
      </w:tr>
      <w:tr w:rsidR="000B6599" w:rsidRPr="009C54AE" w14:paraId="109DD3B4" w14:textId="77777777" w:rsidTr="18B1CDF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1A8E" w14:textId="041C976B" w:rsidR="000B6599" w:rsidRPr="00077D0D" w:rsidRDefault="000B6599" w:rsidP="18B1CDF8">
            <w:pPr>
              <w:pStyle w:val="Podpunkty"/>
              <w:ind w:left="0" w:right="18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18B1CDF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9047" w14:textId="57E9A86E" w:rsidR="000B6599" w:rsidRPr="00077D0D" w:rsidRDefault="000B6599" w:rsidP="000B65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Student powinien umieć zastosować pozyskaną wiedzę w praktyce</w:t>
            </w:r>
          </w:p>
        </w:tc>
      </w:tr>
      <w:tr w:rsidR="000B6599" w:rsidRPr="009C54AE" w14:paraId="11943031" w14:textId="77777777" w:rsidTr="18B1CDF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670D" w14:textId="301665D3" w:rsidR="000B6599" w:rsidRPr="00077D0D" w:rsidRDefault="000B6599" w:rsidP="18B1CDF8">
            <w:pPr>
              <w:pStyle w:val="Podpunkty"/>
              <w:ind w:left="0" w:right="18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18B1CDF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1C36" w14:textId="664D2691" w:rsidR="000B6599" w:rsidRPr="00077D0D" w:rsidRDefault="000B6599" w:rsidP="000B65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Student powinien także znać metody badawcze stosowane w nauce administracji, aby móc posłużyć się nimi w celu opracowania prac pisemnych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13985E3C" w14:textId="77777777" w:rsidTr="00E71A24">
        <w:tc>
          <w:tcPr>
            <w:tcW w:w="168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B6599" w:rsidRPr="00077D0D" w14:paraId="5633A422" w14:textId="77777777" w:rsidTr="00E71A24">
        <w:tc>
          <w:tcPr>
            <w:tcW w:w="1681" w:type="dxa"/>
          </w:tcPr>
          <w:p w14:paraId="3F9D19F6" w14:textId="36BE0D42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8F9B894" w14:textId="72C796FE" w:rsidR="000B6599" w:rsidRPr="008B2D0E" w:rsidRDefault="000B6599" w:rsidP="000B6599">
            <w:pPr>
              <w:pStyle w:val="Default"/>
              <w:rPr>
                <w:rFonts w:ascii="Corbel" w:hAnsi="Corbel"/>
                <w:smallCaps/>
              </w:rPr>
            </w:pPr>
            <w:r w:rsidRPr="008B2D0E">
              <w:rPr>
                <w:rFonts w:ascii="Corbel" w:hAnsi="Corbel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14:paraId="6F2AC0CE" w14:textId="6DF873F3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color w:val="000000"/>
                <w:szCs w:val="24"/>
              </w:rPr>
              <w:t>K_W01</w:t>
            </w:r>
          </w:p>
        </w:tc>
      </w:tr>
      <w:tr w:rsidR="000B6599" w:rsidRPr="00077D0D" w14:paraId="61BBB128" w14:textId="77777777" w:rsidTr="00E71A24">
        <w:tc>
          <w:tcPr>
            <w:tcW w:w="1681" w:type="dxa"/>
          </w:tcPr>
          <w:p w14:paraId="162C8B97" w14:textId="6F851DD9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5F3CE29" w14:textId="60D6EF50" w:rsidR="000B6599" w:rsidRPr="008B2D0E" w:rsidRDefault="000B6599" w:rsidP="000B6599">
            <w:pPr>
              <w:pStyle w:val="Default"/>
              <w:rPr>
                <w:rFonts w:ascii="Corbel" w:hAnsi="Corbel"/>
                <w:smallCaps/>
              </w:rPr>
            </w:pPr>
            <w:r w:rsidRPr="008B2D0E">
              <w:rPr>
                <w:rFonts w:ascii="Corbel" w:hAnsi="Corbel"/>
              </w:rPr>
              <w:t>Ma podstawową wiedzę o relacjach między strukturami i instytucjami administracji publicznej</w:t>
            </w:r>
          </w:p>
        </w:tc>
        <w:tc>
          <w:tcPr>
            <w:tcW w:w="1865" w:type="dxa"/>
          </w:tcPr>
          <w:p w14:paraId="3538DE7A" w14:textId="30A7B60B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color w:val="000000"/>
                <w:szCs w:val="24"/>
              </w:rPr>
              <w:t>K_W02</w:t>
            </w:r>
          </w:p>
        </w:tc>
      </w:tr>
      <w:tr w:rsidR="000B6599" w:rsidRPr="00077D0D" w14:paraId="76EEB0A1" w14:textId="77777777" w:rsidTr="00E71A24">
        <w:tc>
          <w:tcPr>
            <w:tcW w:w="1681" w:type="dxa"/>
          </w:tcPr>
          <w:p w14:paraId="78882644" w14:textId="2CFF7FA4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A30FDA2" w14:textId="60D08088" w:rsidR="000B6599" w:rsidRPr="008B2D0E" w:rsidRDefault="000B6599" w:rsidP="000B6599">
            <w:pPr>
              <w:pStyle w:val="Default"/>
              <w:rPr>
                <w:rFonts w:ascii="Corbel" w:hAnsi="Corbel"/>
                <w:smallCaps/>
              </w:rPr>
            </w:pPr>
            <w:r w:rsidRPr="008B2D0E">
              <w:rPr>
                <w:rFonts w:ascii="Corbel" w:hAnsi="Corbel"/>
              </w:rPr>
              <w:t>Posiada wiedzę o źródłach prawa, o normach i regułach (prawnych, moralnych, etycznych i organizacyjnych) wykorzystywanych w naukach administracyjnych</w:t>
            </w:r>
          </w:p>
        </w:tc>
        <w:tc>
          <w:tcPr>
            <w:tcW w:w="1865" w:type="dxa"/>
          </w:tcPr>
          <w:p w14:paraId="647EFE4D" w14:textId="39DFC5F6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8B2D0E">
              <w:rPr>
                <w:rFonts w:ascii="Corbel" w:hAnsi="Corbel"/>
                <w:b w:val="0"/>
                <w:color w:val="000000"/>
                <w:szCs w:val="24"/>
              </w:rPr>
              <w:t>K_W05</w:t>
            </w:r>
          </w:p>
        </w:tc>
      </w:tr>
      <w:tr w:rsidR="000B6599" w:rsidRPr="00077D0D" w14:paraId="2AF299FB" w14:textId="77777777" w:rsidTr="00E71A24">
        <w:tc>
          <w:tcPr>
            <w:tcW w:w="1681" w:type="dxa"/>
          </w:tcPr>
          <w:p w14:paraId="3DFAF677" w14:textId="58BA3F10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FCE154F" w14:textId="7C123AB3" w:rsidR="000B6599" w:rsidRPr="008B2D0E" w:rsidRDefault="000B6599" w:rsidP="000B6599">
            <w:pPr>
              <w:pStyle w:val="Default"/>
              <w:rPr>
                <w:rFonts w:ascii="Corbel" w:hAnsi="Corbel"/>
                <w:smallCaps/>
              </w:rPr>
            </w:pPr>
            <w:r w:rsidRPr="008B2D0E">
              <w:rPr>
                <w:rFonts w:ascii="Corbel" w:hAnsi="Corbel"/>
              </w:rPr>
              <w:t>Zna i rozumie najważniejsze dylematy jakie niesie za sobą rozwój cywilizacyjny w obrębie nauk prawno-administracyjnych i ekonomicznych</w:t>
            </w:r>
          </w:p>
        </w:tc>
        <w:tc>
          <w:tcPr>
            <w:tcW w:w="1865" w:type="dxa"/>
          </w:tcPr>
          <w:p w14:paraId="00146EFD" w14:textId="6262E8D3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8B2D0E">
              <w:rPr>
                <w:rFonts w:ascii="Corbel" w:hAnsi="Corbel"/>
                <w:b w:val="0"/>
                <w:color w:val="000000"/>
                <w:szCs w:val="24"/>
              </w:rPr>
              <w:t>K_W10</w:t>
            </w:r>
          </w:p>
        </w:tc>
      </w:tr>
      <w:tr w:rsidR="000B6599" w:rsidRPr="00077D0D" w14:paraId="5CE4C83E" w14:textId="77777777" w:rsidTr="00E71A24">
        <w:tc>
          <w:tcPr>
            <w:tcW w:w="1681" w:type="dxa"/>
          </w:tcPr>
          <w:p w14:paraId="380A0342" w14:textId="078AD3FA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32BD09E" w14:textId="73F2D1D1" w:rsidR="000B6599" w:rsidRPr="008B2D0E" w:rsidRDefault="000B6599" w:rsidP="000B6599">
            <w:pPr>
              <w:pStyle w:val="Default"/>
              <w:rPr>
                <w:rFonts w:ascii="Corbel" w:hAnsi="Corbel"/>
                <w:smallCaps/>
              </w:rPr>
            </w:pPr>
            <w:r w:rsidRPr="008B2D0E">
              <w:rPr>
                <w:rFonts w:ascii="Corbel" w:hAnsi="Corbel"/>
              </w:rPr>
              <w:t>Posiada umiejętność wykorzystania zdobytej wiedzy teoretycznej z dziedziny nauk administracyjnych do analizowania konkretnych procesów i zjawisk społecznych w administracji</w:t>
            </w:r>
          </w:p>
        </w:tc>
        <w:tc>
          <w:tcPr>
            <w:tcW w:w="1865" w:type="dxa"/>
          </w:tcPr>
          <w:p w14:paraId="72EF2ED6" w14:textId="45684160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8B2D0E">
              <w:rPr>
                <w:rFonts w:ascii="Corbel" w:hAnsi="Corbel"/>
                <w:b w:val="0"/>
                <w:color w:val="000000"/>
                <w:szCs w:val="24"/>
              </w:rPr>
              <w:t>K_U02</w:t>
            </w:r>
          </w:p>
        </w:tc>
      </w:tr>
    </w:tbl>
    <w:p w14:paraId="07927B2E" w14:textId="77777777" w:rsidR="008B2D0E" w:rsidRDefault="008B2D0E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B6599" w:rsidRPr="00077D0D" w14:paraId="489D96F2" w14:textId="77777777" w:rsidTr="00E71A24">
        <w:tc>
          <w:tcPr>
            <w:tcW w:w="1681" w:type="dxa"/>
          </w:tcPr>
          <w:p w14:paraId="4FE2E025" w14:textId="0CCF4B90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</w:tcPr>
          <w:p w14:paraId="4DBDBB51" w14:textId="762BC35F" w:rsidR="000B6599" w:rsidRPr="008B2D0E" w:rsidRDefault="000B6599" w:rsidP="000B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8B2D0E">
              <w:rPr>
                <w:rFonts w:ascii="Corbel" w:hAnsi="Corbel"/>
                <w:color w:val="000000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źródeł.</w:t>
            </w:r>
          </w:p>
        </w:tc>
        <w:tc>
          <w:tcPr>
            <w:tcW w:w="1865" w:type="dxa"/>
          </w:tcPr>
          <w:p w14:paraId="02C7DE08" w14:textId="07F30F39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8B2D0E">
              <w:rPr>
                <w:rFonts w:ascii="Corbel" w:hAnsi="Corbel"/>
                <w:b w:val="0"/>
                <w:color w:val="000000"/>
                <w:szCs w:val="24"/>
              </w:rPr>
              <w:t>K_U07</w:t>
            </w:r>
          </w:p>
        </w:tc>
      </w:tr>
      <w:tr w:rsidR="000B6599" w:rsidRPr="00077D0D" w14:paraId="1EB6F42C" w14:textId="77777777" w:rsidTr="00E71A24">
        <w:tc>
          <w:tcPr>
            <w:tcW w:w="1681" w:type="dxa"/>
          </w:tcPr>
          <w:p w14:paraId="60B4AB0A" w14:textId="129BACFD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0E128969" w14:textId="794830FC" w:rsidR="000B6599" w:rsidRPr="008B2D0E" w:rsidRDefault="000B6599" w:rsidP="000B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8B2D0E">
              <w:rPr>
                <w:rFonts w:ascii="Corbel" w:hAnsi="Corbel"/>
                <w:color w:val="000000"/>
                <w:sz w:val="24"/>
                <w:szCs w:val="24"/>
              </w:rPr>
              <w:t>Potrafi planować i organizować pracę indywidualną i zespołową oraz aktywnie współdziałać w grupie, przyjmując w niej określone role</w:t>
            </w:r>
          </w:p>
        </w:tc>
        <w:tc>
          <w:tcPr>
            <w:tcW w:w="1865" w:type="dxa"/>
          </w:tcPr>
          <w:p w14:paraId="782E2E66" w14:textId="618C33E6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8B2D0E">
              <w:rPr>
                <w:rFonts w:ascii="Corbel" w:hAnsi="Corbel"/>
                <w:b w:val="0"/>
                <w:color w:val="000000"/>
                <w:szCs w:val="24"/>
              </w:rPr>
              <w:t>K_U08</w:t>
            </w:r>
          </w:p>
        </w:tc>
      </w:tr>
      <w:tr w:rsidR="000B6599" w:rsidRPr="00077D0D" w14:paraId="3C03CEEA" w14:textId="77777777" w:rsidTr="00E71A24">
        <w:tc>
          <w:tcPr>
            <w:tcW w:w="1681" w:type="dxa"/>
          </w:tcPr>
          <w:p w14:paraId="6BC1EBDC" w14:textId="5AAFDE3D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098259C0" w14:textId="27EDA247" w:rsidR="000B6599" w:rsidRPr="008B2D0E" w:rsidRDefault="000B6599" w:rsidP="000B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8B2D0E">
              <w:rPr>
                <w:rFonts w:ascii="Corbel" w:hAnsi="Corbel"/>
                <w:color w:val="000000"/>
                <w:sz w:val="24"/>
                <w:szCs w:val="24"/>
              </w:rPr>
              <w:t>Ma świadomość poziomu swojej wiedzy i rozumie potrzebę dalszego kształcenia się i rozwoju zawodowego; jest przygotowany do podjęcia studiów drugiego stopnia oraz podnoszenia kompetencji zawodowych, osobistych i społecznych.</w:t>
            </w:r>
          </w:p>
        </w:tc>
        <w:tc>
          <w:tcPr>
            <w:tcW w:w="1865" w:type="dxa"/>
          </w:tcPr>
          <w:p w14:paraId="68B9D3EB" w14:textId="627748A5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8B2D0E">
              <w:rPr>
                <w:rFonts w:ascii="Corbel" w:hAnsi="Corbel"/>
                <w:b w:val="0"/>
                <w:color w:val="000000"/>
                <w:szCs w:val="24"/>
              </w:rPr>
              <w:t>K_U09</w:t>
            </w:r>
          </w:p>
        </w:tc>
      </w:tr>
      <w:tr w:rsidR="000B6599" w:rsidRPr="00077D0D" w14:paraId="289A5597" w14:textId="77777777" w:rsidTr="00E71A24">
        <w:tc>
          <w:tcPr>
            <w:tcW w:w="1681" w:type="dxa"/>
          </w:tcPr>
          <w:p w14:paraId="7925BA1A" w14:textId="152ACD64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37616225" w14:textId="26163AF0" w:rsidR="000B6599" w:rsidRPr="008B2D0E" w:rsidRDefault="000B6599" w:rsidP="000B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8B2D0E">
              <w:rPr>
                <w:rFonts w:ascii="Corbel" w:hAnsi="Corbel"/>
                <w:color w:val="000000"/>
                <w:sz w:val="24"/>
                <w:szCs w:val="24"/>
              </w:rPr>
              <w:t>Posiada umiejętność posługiwania się wiedzą i opiniami ekspertów z zakresu nauk o administracji oraz prawidłowego i samodzielnego identyfikowania i rozwiązywania problemów związanych z wykonywaniem zawodu urzędnika administracji</w:t>
            </w:r>
          </w:p>
        </w:tc>
        <w:tc>
          <w:tcPr>
            <w:tcW w:w="1865" w:type="dxa"/>
          </w:tcPr>
          <w:p w14:paraId="2DFEF218" w14:textId="3DDFD936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8B2D0E">
              <w:rPr>
                <w:rFonts w:ascii="Corbel" w:hAnsi="Corbel"/>
                <w:b w:val="0"/>
                <w:color w:val="000000"/>
                <w:szCs w:val="24"/>
              </w:rPr>
              <w:t>K_K02</w:t>
            </w:r>
          </w:p>
        </w:tc>
      </w:tr>
      <w:tr w:rsidR="000B6599" w:rsidRPr="00077D0D" w14:paraId="3A892B34" w14:textId="77777777" w:rsidTr="00E71A24">
        <w:tc>
          <w:tcPr>
            <w:tcW w:w="1681" w:type="dxa"/>
          </w:tcPr>
          <w:p w14:paraId="43D257A6" w14:textId="4F9CC628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77795451" w14:textId="4C6AC8B1" w:rsidR="000B6599" w:rsidRPr="008B2D0E" w:rsidRDefault="000B6599" w:rsidP="000B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8B2D0E">
              <w:rPr>
                <w:rFonts w:ascii="Corbel" w:hAnsi="Corbel"/>
                <w:color w:val="000000"/>
                <w:sz w:val="24"/>
                <w:szCs w:val="24"/>
              </w:rPr>
              <w:t>Posiada umiejętność przedsiębiorczego i kreatywnego myślenia oraz działania z wykorzystaniem wiedzy zdobytej w trakcie studiów</w:t>
            </w:r>
          </w:p>
        </w:tc>
        <w:tc>
          <w:tcPr>
            <w:tcW w:w="1865" w:type="dxa"/>
          </w:tcPr>
          <w:p w14:paraId="04A49F8A" w14:textId="37A2182D" w:rsidR="000B6599" w:rsidRPr="008B2D0E" w:rsidRDefault="000B6599" w:rsidP="000B659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8B2D0E">
              <w:rPr>
                <w:rFonts w:ascii="Corbel" w:hAnsi="Corbel"/>
                <w:b w:val="0"/>
                <w:color w:val="00000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06A11E1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0C609385" w14:textId="77777777" w:rsidR="008B2D0E" w:rsidRPr="00B169DF" w:rsidRDefault="008B2D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97DBF9" w14:textId="7007FA1B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p w14:paraId="532D40D7" w14:textId="77777777" w:rsidR="008B2D0E" w:rsidRPr="00B169DF" w:rsidRDefault="008B2D0E" w:rsidP="008B2D0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4B28" w:rsidRPr="00BC124A" w14:paraId="271559F3" w14:textId="77777777" w:rsidTr="00AD64DA">
        <w:tc>
          <w:tcPr>
            <w:tcW w:w="9520" w:type="dxa"/>
          </w:tcPr>
          <w:p w14:paraId="7DD9C988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0" w:name="_Hlk178593563"/>
            <w:r w:rsidRPr="00BC12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4B28" w:rsidRPr="00BC124A" w14:paraId="3BDADAC2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7659" w14:textId="77777777" w:rsidR="006D4B28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176856826"/>
            <w:r w:rsidRPr="00144FE1">
              <w:rPr>
                <w:rFonts w:ascii="Corbel" w:hAnsi="Corbel"/>
                <w:sz w:val="24"/>
                <w:szCs w:val="24"/>
              </w:rPr>
              <w:t xml:space="preserve">Wprowadzenie do nauki administracji. </w:t>
            </w:r>
          </w:p>
          <w:p w14:paraId="20512194" w14:textId="77777777" w:rsidR="006D4B28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Pojęcie i istota administracji; cechy </w:t>
            </w:r>
            <w:r>
              <w:rPr>
                <w:rFonts w:ascii="Corbel" w:hAnsi="Corbel"/>
                <w:sz w:val="24"/>
                <w:szCs w:val="24"/>
              </w:rPr>
              <w:t>administracji</w:t>
            </w:r>
          </w:p>
          <w:p w14:paraId="6381FE4F" w14:textId="77777777" w:rsidR="006D4B28" w:rsidRPr="00144FE1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144FE1">
              <w:rPr>
                <w:rFonts w:ascii="Corbel" w:hAnsi="Corbel"/>
                <w:sz w:val="24"/>
                <w:szCs w:val="24"/>
              </w:rPr>
              <w:t>rawne i pozaprawne czynniki kształtujące administrację publiczną</w:t>
            </w:r>
          </w:p>
          <w:p w14:paraId="0D060AD9" w14:textId="77777777" w:rsidR="006D4B28" w:rsidRPr="00BC124A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>Państwo policyjne, państwo prawa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44FE1">
              <w:rPr>
                <w:rFonts w:ascii="Corbel" w:hAnsi="Corbel"/>
                <w:sz w:val="24"/>
                <w:szCs w:val="24"/>
              </w:rPr>
              <w:t>Funkcje administracji w państwie prawa</w:t>
            </w:r>
          </w:p>
        </w:tc>
      </w:tr>
      <w:tr w:rsidR="006D4B28" w:rsidRPr="00BC124A" w14:paraId="0CFB5E69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1998" w14:textId="77777777" w:rsidR="006D4B28" w:rsidRPr="00144FE1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Status nauki administracji </w:t>
            </w:r>
          </w:p>
          <w:p w14:paraId="696DC33E" w14:textId="77777777" w:rsidR="006D4B28" w:rsidRPr="00144FE1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Miejsce nauki administracji w systemie nauk prawnych i społecznych;  </w:t>
            </w:r>
          </w:p>
          <w:p w14:paraId="32E8185C" w14:textId="77777777" w:rsidR="006D4B28" w:rsidRPr="00BC124A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>Triada nauk administracyjnych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44FE1">
              <w:rPr>
                <w:rFonts w:ascii="Corbel" w:hAnsi="Corbel"/>
                <w:sz w:val="24"/>
                <w:szCs w:val="24"/>
              </w:rPr>
              <w:t>Nauka administracji w Polsce</w:t>
            </w:r>
          </w:p>
        </w:tc>
      </w:tr>
      <w:tr w:rsidR="006D4B28" w:rsidRPr="00BC124A" w14:paraId="43851AE5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A595" w14:textId="77777777" w:rsidR="006D4B28" w:rsidRPr="00144FE1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Modele, nurty i teorie w nauce administracji </w:t>
            </w:r>
          </w:p>
          <w:p w14:paraId="171A0AE4" w14:textId="77777777" w:rsidR="006D4B28" w:rsidRPr="00144FE1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Klasyczne ujęcie biurokratyczne (Weber), Szkoła organizacji i zarządzania, </w:t>
            </w:r>
          </w:p>
          <w:p w14:paraId="5D20846C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New Public Management, </w:t>
            </w:r>
            <w:r w:rsidRPr="00144FE1">
              <w:rPr>
                <w:rFonts w:ascii="Corbel" w:hAnsi="Corbel"/>
                <w:i/>
                <w:iCs/>
                <w:sz w:val="24"/>
                <w:szCs w:val="24"/>
              </w:rPr>
              <w:t>Governance</w:t>
            </w:r>
            <w:r w:rsidRPr="00144FE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6D4B28" w:rsidRPr="00BC124A" w14:paraId="29BBE847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A01A" w14:textId="77777777" w:rsidR="006D4B28" w:rsidRPr="00BC124A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Organizacja administracji publicznej 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44FE1">
              <w:rPr>
                <w:rFonts w:ascii="Corbel" w:hAnsi="Corbel"/>
                <w:sz w:val="24"/>
                <w:szCs w:val="24"/>
              </w:rPr>
              <w:t>Hierarchia i zasady organizacyjne w administracji, podmioty administrujące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C124A">
              <w:rPr>
                <w:rFonts w:ascii="Corbel" w:hAnsi="Corbel"/>
                <w:sz w:val="24"/>
                <w:szCs w:val="24"/>
              </w:rPr>
              <w:t xml:space="preserve">Struktury administracji publicznej: organy, urzędy, stosunki między organami. </w:t>
            </w:r>
            <w:r>
              <w:rPr>
                <w:rFonts w:ascii="Corbel" w:hAnsi="Corbel"/>
                <w:sz w:val="24"/>
                <w:szCs w:val="24"/>
              </w:rPr>
              <w:t>Zdecentralizowane podmioty administrujące.</w:t>
            </w:r>
            <w:r>
              <w:t xml:space="preserve"> </w:t>
            </w:r>
            <w:r w:rsidRPr="00144FE1">
              <w:rPr>
                <w:rFonts w:ascii="Corbel" w:hAnsi="Corbel"/>
                <w:sz w:val="24"/>
                <w:szCs w:val="24"/>
              </w:rPr>
              <w:t>Formalizacja</w:t>
            </w:r>
          </w:p>
        </w:tc>
      </w:tr>
      <w:tr w:rsidR="006D4B28" w:rsidRPr="00BC124A" w14:paraId="03A86513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B5AD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4A">
              <w:rPr>
                <w:rFonts w:ascii="Corbel" w:hAnsi="Corbel"/>
                <w:sz w:val="24"/>
                <w:szCs w:val="24"/>
              </w:rPr>
              <w:t>Zagadnienia tworzenia i reorganizacji struktur organizacyjnych– aspekt teoretyczny (rodzaje struktur, ogniwa i więzi organizacyjne, stanowisko pracy)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44FE1">
              <w:rPr>
                <w:rFonts w:ascii="Corbel" w:hAnsi="Corbel"/>
                <w:sz w:val="24"/>
                <w:szCs w:val="24"/>
              </w:rPr>
              <w:t>Podstawy prawne i organizacyjne stanowisk urzędniczych; opis stanowiska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4B28" w:rsidRPr="00BC124A" w14:paraId="17D0D148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385B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Zarządzanie i organizacja w administracji </w:t>
            </w:r>
          </w:p>
          <w:p w14:paraId="4A90EC93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Funkcje i style kierowania, kontrola, przywództwo i zarządzanie zmianą (tylko ćwiczenia)</w:t>
            </w:r>
          </w:p>
          <w:p w14:paraId="34D0A46F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Planowanie i organizowanie działań administracyjnych</w:t>
            </w:r>
          </w:p>
          <w:p w14:paraId="434118C8" w14:textId="77777777" w:rsidR="006D4B28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lastRenderedPageBreak/>
              <w:t xml:space="preserve">Proces decyzyjny, doradztwo </w:t>
            </w:r>
            <w:r>
              <w:rPr>
                <w:rFonts w:ascii="Corbel" w:hAnsi="Corbel"/>
                <w:sz w:val="24"/>
                <w:szCs w:val="24"/>
              </w:rPr>
              <w:t>w administracji publicznej.</w:t>
            </w:r>
          </w:p>
          <w:p w14:paraId="33607E0F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4A">
              <w:rPr>
                <w:rFonts w:ascii="Corbel" w:hAnsi="Corbel"/>
                <w:sz w:val="24"/>
                <w:szCs w:val="24"/>
              </w:rPr>
              <w:t>Czynnik ludzki w administracji. Zagadnienia kierowania w administracji publicznej (pojęcie kierowania, style kierowania, środki oddziaływań kierowniczych, funkcje kierownicze)</w:t>
            </w:r>
          </w:p>
        </w:tc>
      </w:tr>
      <w:tr w:rsidR="006D4B28" w:rsidRPr="00BC124A" w14:paraId="794E2501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63BD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lastRenderedPageBreak/>
              <w:t xml:space="preserve">Kontrola w administracji </w:t>
            </w:r>
          </w:p>
          <w:p w14:paraId="3A74266C" w14:textId="77777777" w:rsidR="006D4B28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Rodzaje kontroli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Efektywność kontroli administracyjnej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Kryteria skuteczności kontroli w administracji.</w:t>
            </w:r>
          </w:p>
          <w:p w14:paraId="14F2D222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Bariery efektywnej kontroli (biurokracja, brak jawności, konflikty interesów).</w:t>
            </w:r>
          </w:p>
          <w:p w14:paraId="42740E1C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Znaczenie kontroli w procesie doskonalenia jakości usług publicznych</w:t>
            </w:r>
          </w:p>
        </w:tc>
      </w:tr>
      <w:tr w:rsidR="006D4B28" w:rsidRPr="00BC124A" w14:paraId="6FB18582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9997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Kadry w administracji publicznej </w:t>
            </w:r>
          </w:p>
          <w:p w14:paraId="6D870401" w14:textId="77777777" w:rsidR="006D4B28" w:rsidRPr="00BC124A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Pragmatyki służbowe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Polityka kadrowa i modele kadr rekrutacja i nabór w służbie cywilnej; rozwój zawodowy; kształcenie i doskonalenie kadr (szkolenia, studia podyplomowe, KSAP, e-learning);</w:t>
            </w:r>
          </w:p>
        </w:tc>
      </w:tr>
      <w:tr w:rsidR="006D4B28" w:rsidRPr="00BC124A" w14:paraId="34B5331C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C2D7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Etyka administracji i transparentność </w:t>
            </w:r>
          </w:p>
          <w:p w14:paraId="434E7A43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Zasady etyczne w administracji publicznej, kodeksy etyki, konflikt interesów,</w:t>
            </w:r>
            <w:r>
              <w:rPr>
                <w:rFonts w:ascii="Corbel" w:hAnsi="Corbel"/>
                <w:sz w:val="24"/>
                <w:szCs w:val="24"/>
              </w:rPr>
              <w:t xml:space="preserve"> patologie w administracji, </w:t>
            </w:r>
            <w:r w:rsidRPr="00680F1B">
              <w:rPr>
                <w:rFonts w:ascii="Corbel" w:hAnsi="Corbel"/>
                <w:sz w:val="24"/>
                <w:szCs w:val="24"/>
              </w:rPr>
              <w:t xml:space="preserve"> przeciwdziałanie korupcji, jawność życia publicznego, dostęp do informacji publicznej   </w:t>
            </w:r>
          </w:p>
        </w:tc>
      </w:tr>
      <w:tr w:rsidR="006D4B28" w:rsidRPr="00BC124A" w14:paraId="2E0F8E20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79B0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Administracja a obywatele</w:t>
            </w:r>
          </w:p>
          <w:p w14:paraId="2A27177A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Relacje między administracją a obywatelami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Usługi publiczne i ich jakość</w:t>
            </w:r>
          </w:p>
          <w:p w14:paraId="38BC6230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Komunikacja z obywatelami – konsultacje społeczne, partycypacja społeczna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4B28" w:rsidRPr="00BC124A" w14:paraId="790B59A4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2E6E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E-administracja i innowacje technologiczne  </w:t>
            </w:r>
          </w:p>
          <w:p w14:paraId="251DEC68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E-administracja, jej rozwój i kluczowe elementy </w:t>
            </w:r>
          </w:p>
          <w:p w14:paraId="08031F56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Cyfryzacja usług publicznych (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80F1B">
              <w:rPr>
                <w:rFonts w:ascii="Corbel" w:hAnsi="Corbel"/>
                <w:sz w:val="24"/>
                <w:szCs w:val="24"/>
              </w:rPr>
              <w:t>latformy i systemy centralne, aplikacje mobilne, tożsamość cyfrowa); korzyści, wyzwania e-administracji</w:t>
            </w:r>
          </w:p>
          <w:p w14:paraId="7AD5D9A4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Zastosowanie sztucznej inteligencji i biometrii w administracji.</w:t>
            </w:r>
          </w:p>
        </w:tc>
      </w:tr>
      <w:tr w:rsidR="006D4B28" w:rsidRPr="00BC124A" w14:paraId="2E2C884F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EC87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Wyzwania współczesnej administracji </w:t>
            </w:r>
          </w:p>
          <w:p w14:paraId="5DD0CBEF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Globalizacja, zmiany klimatyczne i demograficzne, migracje, kryzysy zdrowotne i energetyczne, europeizacja administracji, cyfryzacja administracji i AI, dostępność</w:t>
            </w:r>
          </w:p>
        </w:tc>
      </w:tr>
      <w:bookmarkEnd w:id="0"/>
      <w:bookmarkEnd w:id="1"/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1A6B7C2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>zajęć praktycznych</w:t>
      </w:r>
    </w:p>
    <w:p w14:paraId="5F40A524" w14:textId="77777777" w:rsidR="008B2D0E" w:rsidRPr="00B169DF" w:rsidRDefault="008B2D0E" w:rsidP="008B2D0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4B28" w:rsidRPr="00BC124A" w14:paraId="60CB5CF3" w14:textId="77777777" w:rsidTr="00AD64DA">
        <w:tc>
          <w:tcPr>
            <w:tcW w:w="9520" w:type="dxa"/>
          </w:tcPr>
          <w:p w14:paraId="7BE6D020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4B28" w:rsidRPr="00BC124A" w14:paraId="36F41663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C3E5" w14:textId="77777777" w:rsidR="006D4B28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Wprowadzenie do nauki administracji. </w:t>
            </w:r>
          </w:p>
          <w:p w14:paraId="159D1E6E" w14:textId="77777777" w:rsidR="006D4B28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Pojęcie i istota administracji; cechy </w:t>
            </w:r>
            <w:r>
              <w:rPr>
                <w:rFonts w:ascii="Corbel" w:hAnsi="Corbel"/>
                <w:sz w:val="24"/>
                <w:szCs w:val="24"/>
              </w:rPr>
              <w:t>administracji</w:t>
            </w:r>
          </w:p>
          <w:p w14:paraId="47A52DB7" w14:textId="77777777" w:rsidR="006D4B28" w:rsidRPr="00144FE1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144FE1">
              <w:rPr>
                <w:rFonts w:ascii="Corbel" w:hAnsi="Corbel"/>
                <w:sz w:val="24"/>
                <w:szCs w:val="24"/>
              </w:rPr>
              <w:t>rawne i pozaprawne czynniki kształtujące administrację publiczną</w:t>
            </w:r>
          </w:p>
          <w:p w14:paraId="26D79176" w14:textId="77777777" w:rsidR="006D4B28" w:rsidRPr="00BC124A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>Państwo policyjne, państwo prawa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44FE1">
              <w:rPr>
                <w:rFonts w:ascii="Corbel" w:hAnsi="Corbel"/>
                <w:sz w:val="24"/>
                <w:szCs w:val="24"/>
              </w:rPr>
              <w:t>Funkcje administracji w państwie prawa</w:t>
            </w:r>
          </w:p>
        </w:tc>
      </w:tr>
      <w:tr w:rsidR="006D4B28" w:rsidRPr="00BC124A" w14:paraId="75D05239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A87C" w14:textId="77777777" w:rsidR="006D4B28" w:rsidRPr="00144FE1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Status nauki administracji </w:t>
            </w:r>
          </w:p>
          <w:p w14:paraId="534B72B0" w14:textId="77777777" w:rsidR="006D4B28" w:rsidRPr="00144FE1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Miejsce nauki administracji w systemie nauk prawnych i społecznych;  </w:t>
            </w:r>
          </w:p>
          <w:p w14:paraId="107BBB62" w14:textId="77777777" w:rsidR="006D4B28" w:rsidRPr="00BC124A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>Triada nauk administracyjnych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44FE1">
              <w:rPr>
                <w:rFonts w:ascii="Corbel" w:hAnsi="Corbel"/>
                <w:sz w:val="24"/>
                <w:szCs w:val="24"/>
              </w:rPr>
              <w:t>Nauka administracji w Polsce</w:t>
            </w:r>
          </w:p>
        </w:tc>
      </w:tr>
      <w:tr w:rsidR="006D4B28" w:rsidRPr="00BC124A" w14:paraId="5A2F0BC3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5AAE" w14:textId="77777777" w:rsidR="006D4B28" w:rsidRPr="00144FE1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Modele, nurty i teorie w nauce administracji </w:t>
            </w:r>
          </w:p>
          <w:p w14:paraId="2076965C" w14:textId="77777777" w:rsidR="006D4B28" w:rsidRPr="00144FE1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Klasyczne ujęcie biurokratyczne (Weber), Szkoła organizacji i zarządzania, </w:t>
            </w:r>
          </w:p>
          <w:p w14:paraId="00731667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New Public Management, </w:t>
            </w:r>
            <w:r w:rsidRPr="00144FE1">
              <w:rPr>
                <w:rFonts w:ascii="Corbel" w:hAnsi="Corbel"/>
                <w:i/>
                <w:iCs/>
                <w:sz w:val="24"/>
                <w:szCs w:val="24"/>
              </w:rPr>
              <w:t>Governance</w:t>
            </w:r>
            <w:r w:rsidRPr="00144FE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6D4B28" w:rsidRPr="00BC124A" w14:paraId="7A68D7F8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2755" w14:textId="77777777" w:rsidR="006D4B28" w:rsidRPr="00BC124A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Organizacja administracji publicznej 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44FE1">
              <w:rPr>
                <w:rFonts w:ascii="Corbel" w:hAnsi="Corbel"/>
                <w:sz w:val="24"/>
                <w:szCs w:val="24"/>
              </w:rPr>
              <w:t>Hierarchia i zasady organizacyjne w administracji, podmioty administrujące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C124A">
              <w:rPr>
                <w:rFonts w:ascii="Corbel" w:hAnsi="Corbel"/>
                <w:sz w:val="24"/>
                <w:szCs w:val="24"/>
              </w:rPr>
              <w:t xml:space="preserve">Struktury administracji publicznej: organy, urzędy, stosunki między organami. </w:t>
            </w:r>
            <w:r>
              <w:rPr>
                <w:rFonts w:ascii="Corbel" w:hAnsi="Corbel"/>
                <w:sz w:val="24"/>
                <w:szCs w:val="24"/>
              </w:rPr>
              <w:t>Zdecentralizowane podmioty administrujące.</w:t>
            </w:r>
            <w:r>
              <w:t xml:space="preserve"> </w:t>
            </w:r>
            <w:r w:rsidRPr="00144FE1">
              <w:rPr>
                <w:rFonts w:ascii="Corbel" w:hAnsi="Corbel"/>
                <w:sz w:val="24"/>
                <w:szCs w:val="24"/>
              </w:rPr>
              <w:t>Formalizacja</w:t>
            </w:r>
          </w:p>
        </w:tc>
      </w:tr>
      <w:tr w:rsidR="006D4B28" w:rsidRPr="00BC124A" w14:paraId="591257F1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3B1C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4A">
              <w:rPr>
                <w:rFonts w:ascii="Corbel" w:hAnsi="Corbel"/>
                <w:sz w:val="24"/>
                <w:szCs w:val="24"/>
              </w:rPr>
              <w:t>Zagadnienia tworzenia i reorganizacji struktur organizacyjnych– aspekt teoretyczny (rodzaje struktur, ogniwa i więzi organizacyjne, stanowisko pracy)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44FE1">
              <w:rPr>
                <w:rFonts w:ascii="Corbel" w:hAnsi="Corbel"/>
                <w:sz w:val="24"/>
                <w:szCs w:val="24"/>
              </w:rPr>
              <w:t>Podstawy prawne i organizacyjne stanowisk urzędniczych; opis stanowiska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4B28" w:rsidRPr="00BC124A" w14:paraId="2D333341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B04A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Zarządzanie i organizacja w administracji </w:t>
            </w:r>
          </w:p>
          <w:p w14:paraId="27ABC467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Funkcje i style kierowania, kontrola, przywództwo i zarządzanie zmianą (tylko ćwiczenia)</w:t>
            </w:r>
          </w:p>
          <w:p w14:paraId="039A5BC5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lastRenderedPageBreak/>
              <w:t>Planowanie i organizowanie działań administracyjnych</w:t>
            </w:r>
          </w:p>
          <w:p w14:paraId="53BF3875" w14:textId="77777777" w:rsidR="006D4B28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Proces decyzyjny, doradztwo </w:t>
            </w:r>
            <w:r>
              <w:rPr>
                <w:rFonts w:ascii="Corbel" w:hAnsi="Corbel"/>
                <w:sz w:val="24"/>
                <w:szCs w:val="24"/>
              </w:rPr>
              <w:t>w administracji publicznej.</w:t>
            </w:r>
          </w:p>
          <w:p w14:paraId="69E5BA91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4A">
              <w:rPr>
                <w:rFonts w:ascii="Corbel" w:hAnsi="Corbel"/>
                <w:sz w:val="24"/>
                <w:szCs w:val="24"/>
              </w:rPr>
              <w:t>Czynnik ludzki w administracji. Zagadnienia kierowania w administracji publicznej (pojęcie kierowania, style kierowania, środki oddziaływań kierowniczych, funkcje kierownicze)</w:t>
            </w:r>
          </w:p>
        </w:tc>
      </w:tr>
      <w:tr w:rsidR="006D4B28" w:rsidRPr="00BC124A" w14:paraId="0B9FFB4E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11A4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lastRenderedPageBreak/>
              <w:t xml:space="preserve">Kontrola w administracji </w:t>
            </w:r>
          </w:p>
          <w:p w14:paraId="21AB8FEE" w14:textId="77777777" w:rsidR="006D4B28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Rodzaje kontroli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Efektywność kontroli administracyjnej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Kryteria skuteczności kontroli w administracji.</w:t>
            </w:r>
          </w:p>
          <w:p w14:paraId="4DBD5EA6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Bariery efektywnej kontroli (biurokracja, brak jawności, konflikty interesów).</w:t>
            </w:r>
          </w:p>
          <w:p w14:paraId="74E4E131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Znaczenie kontroli w procesie doskonalenia jakości usług publicznych</w:t>
            </w:r>
          </w:p>
        </w:tc>
      </w:tr>
      <w:tr w:rsidR="006D4B28" w:rsidRPr="00BC124A" w14:paraId="1149F713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A566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Kadry w administracji publicznej </w:t>
            </w:r>
          </w:p>
          <w:p w14:paraId="166DE72A" w14:textId="77777777" w:rsidR="006D4B28" w:rsidRPr="00BC124A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Pragmatyki służbowe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Polityka kadrowa i modele kadr rekrutacja i nabór w służbie cywilnej; rozwój zawodowy; kształcenie i doskonalenie kadr (szkolenia, studia podyplomowe, KSAP, e-learning);</w:t>
            </w:r>
          </w:p>
        </w:tc>
      </w:tr>
      <w:tr w:rsidR="006D4B28" w:rsidRPr="00BC124A" w14:paraId="2C3D705E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BF2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Etyka administracji i transparentność </w:t>
            </w:r>
          </w:p>
          <w:p w14:paraId="36A67E06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Zasady etyczne w administracji publicznej, kodeksy etyki, konflikt interesów,</w:t>
            </w:r>
            <w:r>
              <w:rPr>
                <w:rFonts w:ascii="Corbel" w:hAnsi="Corbel"/>
                <w:sz w:val="24"/>
                <w:szCs w:val="24"/>
              </w:rPr>
              <w:t xml:space="preserve"> patologie w administracji, </w:t>
            </w:r>
            <w:r w:rsidRPr="00680F1B">
              <w:rPr>
                <w:rFonts w:ascii="Corbel" w:hAnsi="Corbel"/>
                <w:sz w:val="24"/>
                <w:szCs w:val="24"/>
              </w:rPr>
              <w:t xml:space="preserve"> przeciwdziałanie korupcji, jawność życia publicznego, dostęp do informacji publicznej   </w:t>
            </w:r>
          </w:p>
        </w:tc>
      </w:tr>
      <w:tr w:rsidR="006D4B28" w:rsidRPr="00BC124A" w14:paraId="3F079A24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84DD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Administracja a obywatele</w:t>
            </w:r>
          </w:p>
          <w:p w14:paraId="1751ED67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Relacje między administracją a obywatelami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Usługi publiczne i ich jakość</w:t>
            </w:r>
          </w:p>
          <w:p w14:paraId="3D0D3719" w14:textId="77777777" w:rsidR="006D4B28" w:rsidRPr="00BC124A" w:rsidRDefault="006D4B28" w:rsidP="00AD6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Komunikacja z obywatelami – konsultacje społeczne, partycypacja społeczna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4B28" w:rsidRPr="00BC124A" w14:paraId="3790E7B9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2BAD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E-administracja i innowacje technologiczne  </w:t>
            </w:r>
          </w:p>
          <w:p w14:paraId="24E54219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E-administracja, jej rozwój i kluczowe elementy </w:t>
            </w:r>
          </w:p>
          <w:p w14:paraId="0A25800B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Cyfryzacja usług publicznych (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80F1B">
              <w:rPr>
                <w:rFonts w:ascii="Corbel" w:hAnsi="Corbel"/>
                <w:sz w:val="24"/>
                <w:szCs w:val="24"/>
              </w:rPr>
              <w:t>latformy i systemy centralne, aplikacje mobilne, tożsamość cyfrowa); korzyści, wyzwania e-administracji</w:t>
            </w:r>
          </w:p>
          <w:p w14:paraId="5BADD9FF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Zastosowanie sztucznej inteligencji i biometrii w administracji.</w:t>
            </w:r>
          </w:p>
        </w:tc>
      </w:tr>
      <w:tr w:rsidR="006D4B28" w:rsidRPr="00BC124A" w14:paraId="5DC86D11" w14:textId="77777777" w:rsidTr="00AD64D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871D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Wyzwania współczesnej administracji </w:t>
            </w:r>
          </w:p>
          <w:p w14:paraId="744A3461" w14:textId="77777777" w:rsidR="006D4B28" w:rsidRPr="00680F1B" w:rsidRDefault="006D4B28" w:rsidP="00AD64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Globalizacja, zmiany klimatyczne i demograficzne, migracje, kryzysy zdrowotne i energetyczne, europeizacja administracji, cyfryzacja administracji i AI, dostępność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ABE46" w14:textId="17A4C2C4" w:rsidR="00DB3F83" w:rsidRPr="008B2D0E" w:rsidRDefault="00DB3F8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8B2D0E">
        <w:rPr>
          <w:rFonts w:ascii="Corbel" w:hAnsi="Corbel"/>
          <w:b w:val="0"/>
          <w:iCs/>
          <w:smallCaps w:val="0"/>
          <w:szCs w:val="24"/>
        </w:rPr>
        <w:t>Wykład</w:t>
      </w:r>
      <w:r w:rsidR="008B2D0E">
        <w:rPr>
          <w:rFonts w:ascii="Corbel" w:hAnsi="Corbel"/>
          <w:b w:val="0"/>
          <w:iCs/>
          <w:smallCaps w:val="0"/>
          <w:szCs w:val="24"/>
        </w:rPr>
        <w:t>:</w:t>
      </w:r>
      <w:r w:rsidRPr="008B2D0E">
        <w:rPr>
          <w:rFonts w:ascii="Corbel" w:hAnsi="Corbel"/>
          <w:b w:val="0"/>
          <w:iCs/>
          <w:smallCaps w:val="0"/>
          <w:szCs w:val="24"/>
        </w:rPr>
        <w:t xml:space="preserve"> wykład z wykorzystaniem prezentacji multim</w:t>
      </w:r>
      <w:r w:rsidR="008B2D0E">
        <w:rPr>
          <w:rFonts w:ascii="Corbel" w:hAnsi="Corbel"/>
          <w:b w:val="0"/>
          <w:iCs/>
          <w:smallCaps w:val="0"/>
          <w:szCs w:val="24"/>
        </w:rPr>
        <w:t>e</w:t>
      </w:r>
      <w:r w:rsidRPr="008B2D0E">
        <w:rPr>
          <w:rFonts w:ascii="Corbel" w:hAnsi="Corbel"/>
          <w:b w:val="0"/>
          <w:iCs/>
          <w:smallCaps w:val="0"/>
          <w:szCs w:val="24"/>
        </w:rPr>
        <w:t>dialnej, wykład problemowy</w:t>
      </w:r>
    </w:p>
    <w:p w14:paraId="7AA3C9D6" w14:textId="2D88D4A8" w:rsidR="00E960BB" w:rsidRPr="008B2D0E" w:rsidRDefault="00E71A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8B2D0E">
        <w:rPr>
          <w:rFonts w:ascii="Corbel" w:hAnsi="Corbel"/>
          <w:b w:val="0"/>
          <w:iCs/>
          <w:smallCaps w:val="0"/>
          <w:szCs w:val="24"/>
        </w:rPr>
        <w:t>Ćwiczenia: analiza tekstów z dyskusją, metoda projektów (projekt badawczy, praktyczny), praca w</w:t>
      </w:r>
      <w:r w:rsidR="008B2D0E">
        <w:rPr>
          <w:rFonts w:ascii="Corbel" w:hAnsi="Corbel"/>
          <w:b w:val="0"/>
          <w:iCs/>
          <w:smallCaps w:val="0"/>
          <w:szCs w:val="24"/>
        </w:rPr>
        <w:t xml:space="preserve"> </w:t>
      </w:r>
      <w:r w:rsidRPr="008B2D0E">
        <w:rPr>
          <w:rFonts w:ascii="Corbel" w:hAnsi="Corbel"/>
          <w:b w:val="0"/>
          <w:iCs/>
          <w:smallCaps w:val="0"/>
          <w:szCs w:val="24"/>
        </w:rPr>
        <w:t>grupach (rozwiązywanie zadań, dyskusja)</w:t>
      </w:r>
      <w:r w:rsidR="002A0218" w:rsidRPr="008B2D0E">
        <w:rPr>
          <w:rFonts w:ascii="Corbel" w:hAnsi="Corbel"/>
          <w:b w:val="0"/>
          <w:iCs/>
          <w:smallCaps w:val="0"/>
          <w:szCs w:val="24"/>
        </w:rPr>
        <w:t>, samodzielne dochodzenie do wiedzy: metoda problemowa, metoda przypadków, metoda sytuacyjna,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71A24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021FA" w:rsidRPr="009C54AE" w14:paraId="38026719" w14:textId="77777777" w:rsidTr="008B2D0E">
        <w:trPr>
          <w:trHeight w:val="340"/>
        </w:trPr>
        <w:tc>
          <w:tcPr>
            <w:tcW w:w="1962" w:type="dxa"/>
          </w:tcPr>
          <w:p w14:paraId="0FCCA7C5" w14:textId="047359A4" w:rsidR="006021FA" w:rsidRPr="008B2D0E" w:rsidRDefault="008B2D0E" w:rsidP="00602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94CD74E" w14:textId="1895C698" w:rsidR="006021FA" w:rsidRPr="007D5201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FF3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53ECA1A7" w14:textId="46CF1AED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021FA" w:rsidRPr="009C54AE" w14:paraId="3F8DA310" w14:textId="77777777" w:rsidTr="008B2D0E">
        <w:trPr>
          <w:trHeight w:val="340"/>
        </w:trPr>
        <w:tc>
          <w:tcPr>
            <w:tcW w:w="1962" w:type="dxa"/>
          </w:tcPr>
          <w:p w14:paraId="4F3A0558" w14:textId="5842AC9D" w:rsidR="006021FA" w:rsidRPr="008B2D0E" w:rsidRDefault="008B2D0E" w:rsidP="00602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FEBE3F2" w14:textId="44F072E2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4B919" w14:textId="1248DEA0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021FA" w:rsidRPr="009C54AE" w14:paraId="1512294F" w14:textId="77777777" w:rsidTr="008B2D0E">
        <w:trPr>
          <w:trHeight w:val="340"/>
        </w:trPr>
        <w:tc>
          <w:tcPr>
            <w:tcW w:w="1962" w:type="dxa"/>
          </w:tcPr>
          <w:p w14:paraId="37B57262" w14:textId="70A4218B" w:rsidR="006021FA" w:rsidRPr="008B2D0E" w:rsidRDefault="008B2D0E" w:rsidP="00602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6F1DDB6" w14:textId="577434BF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47D36D3A" w14:textId="10916284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021FA" w:rsidRPr="009C54AE" w14:paraId="4775D15C" w14:textId="77777777" w:rsidTr="008B2D0E">
        <w:trPr>
          <w:trHeight w:val="340"/>
        </w:trPr>
        <w:tc>
          <w:tcPr>
            <w:tcW w:w="1962" w:type="dxa"/>
          </w:tcPr>
          <w:p w14:paraId="74C76A01" w14:textId="3402C15E" w:rsidR="006021FA" w:rsidRPr="008B2D0E" w:rsidRDefault="008B2D0E" w:rsidP="00602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3A8BF2" w14:textId="20186BC4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1785D3" w14:textId="347D12E2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021FA" w:rsidRPr="009C54AE" w14:paraId="5247D662" w14:textId="77777777" w:rsidTr="008B2D0E">
        <w:trPr>
          <w:trHeight w:val="340"/>
        </w:trPr>
        <w:tc>
          <w:tcPr>
            <w:tcW w:w="1962" w:type="dxa"/>
          </w:tcPr>
          <w:p w14:paraId="0DED8ADF" w14:textId="4F644B5E" w:rsidR="006021FA" w:rsidRPr="008B2D0E" w:rsidRDefault="008B2D0E" w:rsidP="00602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CF53552" w14:textId="63EAF2A7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160B805B" w14:textId="3D4A3308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021FA" w:rsidRPr="009C54AE" w14:paraId="14A9E4CF" w14:textId="77777777" w:rsidTr="008B2D0E">
        <w:trPr>
          <w:trHeight w:val="340"/>
        </w:trPr>
        <w:tc>
          <w:tcPr>
            <w:tcW w:w="1962" w:type="dxa"/>
          </w:tcPr>
          <w:p w14:paraId="28F857B4" w14:textId="4C033585" w:rsidR="006021FA" w:rsidRPr="008B2D0E" w:rsidRDefault="008B2D0E" w:rsidP="00602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5A494FA8" w14:textId="476BD034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w trakcie zajęć, projekt</w:t>
            </w:r>
          </w:p>
        </w:tc>
        <w:tc>
          <w:tcPr>
            <w:tcW w:w="2117" w:type="dxa"/>
          </w:tcPr>
          <w:p w14:paraId="4981D3DF" w14:textId="629485F5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021FA" w:rsidRPr="009C54AE" w14:paraId="46237CFD" w14:textId="77777777" w:rsidTr="008B2D0E">
        <w:trPr>
          <w:trHeight w:val="340"/>
        </w:trPr>
        <w:tc>
          <w:tcPr>
            <w:tcW w:w="1962" w:type="dxa"/>
          </w:tcPr>
          <w:p w14:paraId="54BBA806" w14:textId="6976CA8A" w:rsidR="006021FA" w:rsidRPr="008B2D0E" w:rsidRDefault="008B2D0E" w:rsidP="00602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E29CB51" w14:textId="0E1F2513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6469B3CC" w14:textId="76E3EFDA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021FA" w:rsidRPr="009C54AE" w14:paraId="3E95A788" w14:textId="77777777" w:rsidTr="008B2D0E">
        <w:trPr>
          <w:trHeight w:val="340"/>
        </w:trPr>
        <w:tc>
          <w:tcPr>
            <w:tcW w:w="1962" w:type="dxa"/>
          </w:tcPr>
          <w:p w14:paraId="5A7ED49E" w14:textId="2BE9F7ED" w:rsidR="006021FA" w:rsidRPr="008B2D0E" w:rsidRDefault="008B2D0E" w:rsidP="00602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EAFA204" w14:textId="5BDDF6A2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2E74D84" w14:textId="217574F5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021FA" w:rsidRPr="009C54AE" w14:paraId="176E6029" w14:textId="77777777" w:rsidTr="008B2D0E">
        <w:trPr>
          <w:trHeight w:val="340"/>
        </w:trPr>
        <w:tc>
          <w:tcPr>
            <w:tcW w:w="1962" w:type="dxa"/>
          </w:tcPr>
          <w:p w14:paraId="0E48D970" w14:textId="2759AF7A" w:rsidR="006021FA" w:rsidRPr="008B2D0E" w:rsidRDefault="008B2D0E" w:rsidP="00602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BCA46AD" w14:textId="6D4B8F8C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A061C09" w14:textId="3214B119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021FA" w:rsidRPr="009C54AE" w14:paraId="18000B31" w14:textId="77777777" w:rsidTr="008B2D0E">
        <w:trPr>
          <w:trHeight w:val="340"/>
        </w:trPr>
        <w:tc>
          <w:tcPr>
            <w:tcW w:w="1962" w:type="dxa"/>
          </w:tcPr>
          <w:p w14:paraId="006BC50A" w14:textId="3C06D160" w:rsidR="006021FA" w:rsidRPr="008B2D0E" w:rsidRDefault="008B2D0E" w:rsidP="00602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0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172B054" w14:textId="06CEE0E1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67E359FC" w14:textId="5EDADA9B" w:rsidR="006021FA" w:rsidRPr="009C54AE" w:rsidRDefault="006021FA" w:rsidP="006021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1148DA6" w14:textId="77777777" w:rsidR="00617484" w:rsidRPr="009C54AE" w:rsidRDefault="00617484" w:rsidP="008B2D0E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uczestnictwo w zajęciach oraz uzyskanie pozytywnej oceny z ćwiczeń jako warunek dopuszczający do i złożenia końcowego egzaminu pisemnego.</w:t>
            </w:r>
          </w:p>
          <w:p w14:paraId="5935B9A5" w14:textId="78D6A05A" w:rsidR="006E1BFD" w:rsidRPr="006E1BFD" w:rsidRDefault="00617484" w:rsidP="008B2D0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Przyjęte kryteria oceniania dla ćwiczeń i wykładu przedstawiają się w następujący sposób: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14:paraId="2BB5D64F" w14:textId="7D1FE014" w:rsidR="0085747A" w:rsidRPr="00B169DF" w:rsidRDefault="006E1BFD" w:rsidP="008B2D0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8B2D0E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B3226" w:rsidRPr="00B169DF" w14:paraId="02C37FE3" w14:textId="77777777" w:rsidTr="008B2D0E">
        <w:tc>
          <w:tcPr>
            <w:tcW w:w="5132" w:type="dxa"/>
          </w:tcPr>
          <w:p w14:paraId="6754C5C7" w14:textId="77777777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3A344839" w14:textId="2E09AED7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A26">
              <w:t>60</w:t>
            </w:r>
          </w:p>
        </w:tc>
      </w:tr>
      <w:tr w:rsidR="00DB3226" w:rsidRPr="00B169DF" w14:paraId="2A4AABEF" w14:textId="77777777" w:rsidTr="008B2D0E">
        <w:tc>
          <w:tcPr>
            <w:tcW w:w="5132" w:type="dxa"/>
          </w:tcPr>
          <w:p w14:paraId="210DDE64" w14:textId="77777777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438595DE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A26">
              <w:t>5</w:t>
            </w:r>
          </w:p>
        </w:tc>
      </w:tr>
      <w:tr w:rsidR="00DB3226" w:rsidRPr="00B169DF" w14:paraId="3796D0EB" w14:textId="77777777" w:rsidTr="008B2D0E">
        <w:tc>
          <w:tcPr>
            <w:tcW w:w="5132" w:type="dxa"/>
          </w:tcPr>
          <w:p w14:paraId="0DB2B3DD" w14:textId="77777777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22A19FCA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A26">
              <w:t>60</w:t>
            </w:r>
          </w:p>
        </w:tc>
      </w:tr>
      <w:tr w:rsidR="00DB3226" w:rsidRPr="00B169DF" w14:paraId="1ADE6CE7" w14:textId="77777777" w:rsidTr="008B2D0E">
        <w:tc>
          <w:tcPr>
            <w:tcW w:w="5132" w:type="dxa"/>
          </w:tcPr>
          <w:p w14:paraId="2FD9881C" w14:textId="77777777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017D9A98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A26">
              <w:t>125</w:t>
            </w:r>
          </w:p>
        </w:tc>
      </w:tr>
      <w:tr w:rsidR="00DB3226" w:rsidRPr="00B169DF" w14:paraId="071C4E58" w14:textId="77777777" w:rsidTr="008B2D0E">
        <w:tc>
          <w:tcPr>
            <w:tcW w:w="5132" w:type="dxa"/>
          </w:tcPr>
          <w:p w14:paraId="62049DBA" w14:textId="77777777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07D875F2" w:rsidR="00DB3226" w:rsidRPr="00B169DF" w:rsidRDefault="00DB3226" w:rsidP="00DB32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A26">
              <w:t>5</w:t>
            </w:r>
          </w:p>
        </w:tc>
      </w:tr>
    </w:tbl>
    <w:p w14:paraId="63F632C6" w14:textId="77777777" w:rsidR="0085747A" w:rsidRPr="00B169DF" w:rsidRDefault="00923D7D" w:rsidP="008B2D0E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8B2D0E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58314AF6" w:rsidR="0085747A" w:rsidRPr="00B169DF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8B2D0E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3F7173BA" w:rsidR="0085747A" w:rsidRPr="00B169DF" w:rsidRDefault="00E71A24" w:rsidP="18B1CD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8B1CDF8">
              <w:rPr>
                <w:rFonts w:ascii="Corbel" w:hAnsi="Corbel"/>
                <w:b w:val="0"/>
                <w:smallCaps w:val="0"/>
              </w:rPr>
              <w:t xml:space="preserve">Nie </w:t>
            </w:r>
            <w:r w:rsidR="47B0FFD2" w:rsidRPr="18B1CDF8">
              <w:rPr>
                <w:rFonts w:ascii="Corbel" w:hAnsi="Corbel"/>
                <w:b w:val="0"/>
                <w:smallCaps w:val="0"/>
              </w:rPr>
              <w:t>do</w:t>
            </w:r>
            <w:r w:rsidRPr="18B1CDF8">
              <w:rPr>
                <w:rFonts w:ascii="Corbel" w:hAnsi="Corbel"/>
                <w:b w:val="0"/>
                <w:smallCaps w:val="0"/>
              </w:rPr>
              <w:t>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5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6E1BFD" w:rsidRPr="003D194A" w14:paraId="66C280BA" w14:textId="77777777" w:rsidTr="00D336FC">
        <w:trPr>
          <w:trHeight w:val="397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911A" w14:textId="77777777" w:rsidR="000B6599" w:rsidRPr="008B2D0E" w:rsidRDefault="000B6599" w:rsidP="00D336FC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8B2D0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E705A86" w14:textId="77777777" w:rsidR="000B6599" w:rsidRDefault="000B6599" w:rsidP="00D336FC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12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Zimmermann. Aksjomaty administracji publicznej, Warszawa 2022,</w:t>
            </w:r>
          </w:p>
          <w:p w14:paraId="174DBCD8" w14:textId="77777777" w:rsidR="000B6599" w:rsidRPr="003D194A" w:rsidRDefault="000B6599" w:rsidP="008B2D0E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Z. Leoński, Nauka administracji, Warszawa 2010,</w:t>
            </w:r>
          </w:p>
          <w:p w14:paraId="1C526F1B" w14:textId="20D851D4" w:rsidR="000B6599" w:rsidRPr="003D194A" w:rsidRDefault="00D336FC" w:rsidP="008B2D0E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0B6599"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Błaś, J. Boć, J. Jeżewski, </w:t>
            </w:r>
            <w:r w:rsidR="00900A21">
              <w:rPr>
                <w:rFonts w:ascii="Corbel" w:hAnsi="Corbel"/>
                <w:b w:val="0"/>
                <w:smallCaps w:val="0"/>
                <w:szCs w:val="24"/>
              </w:rPr>
              <w:t xml:space="preserve">Nauka administracji, </w:t>
            </w:r>
            <w:r w:rsidR="000B6599" w:rsidRPr="003D194A">
              <w:rPr>
                <w:rFonts w:ascii="Corbel" w:hAnsi="Corbel"/>
                <w:b w:val="0"/>
                <w:smallCaps w:val="0"/>
                <w:szCs w:val="24"/>
              </w:rPr>
              <w:t>Wrocław 2013,</w:t>
            </w:r>
          </w:p>
          <w:p w14:paraId="217D20F9" w14:textId="77777777" w:rsidR="000B6599" w:rsidRPr="007D5201" w:rsidRDefault="000B6599" w:rsidP="008B2D0E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>J. Łukasiewicz, Zarys nauki administracji, Warszawa 2007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866B2D8" w14:textId="77777777" w:rsidR="000B6599" w:rsidRPr="007D5201" w:rsidRDefault="000B6599" w:rsidP="008B2D0E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75AC2A1" w14:textId="44C526C7" w:rsidR="000B6599" w:rsidRDefault="00AE42E3" w:rsidP="008B2D0E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D. </w:t>
            </w:r>
            <w:r w:rsidR="000B6599" w:rsidRPr="007D5201">
              <w:rPr>
                <w:rFonts w:ascii="Corbel" w:hAnsi="Corbel"/>
                <w:b w:val="0"/>
                <w:smallCaps w:val="0"/>
                <w:szCs w:val="24"/>
              </w:rPr>
              <w:t>Sześciło (red.), Administracja i zarządzanie publiczne. Nauka o współczesnej administracji, Warszawa 2014</w:t>
            </w:r>
            <w:r w:rsidR="000B6599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D718119" w14:textId="377AD170" w:rsidR="006E1BFD" w:rsidRPr="007D5201" w:rsidRDefault="00510178" w:rsidP="00D336FC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120"/>
              <w:ind w:left="35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00A21">
              <w:rPr>
                <w:rFonts w:ascii="Corbel" w:hAnsi="Corbel"/>
                <w:b w:val="0"/>
                <w:smallCaps w:val="0"/>
                <w:szCs w:val="24"/>
              </w:rPr>
              <w:t>J. Smarż, S. Fundowicz, P. Śwital, Założenia nauki administracji,</w:t>
            </w:r>
            <w:r w:rsidR="004E4102" w:rsidRPr="00900A21">
              <w:t xml:space="preserve"> </w:t>
            </w:r>
            <w:r w:rsidR="00D336FC">
              <w:br/>
            </w:r>
            <w:r w:rsidR="004E4102" w:rsidRPr="00900A21">
              <w:rPr>
                <w:rFonts w:ascii="Corbel" w:hAnsi="Corbel"/>
                <w:b w:val="0"/>
                <w:smallCaps w:val="0"/>
                <w:szCs w:val="24"/>
              </w:rPr>
              <w:t>Wolters Kluwer Polska, Warszawa, 2024</w:t>
            </w:r>
          </w:p>
        </w:tc>
      </w:tr>
      <w:tr w:rsidR="006E1BFD" w:rsidRPr="003D194A" w14:paraId="4631D254" w14:textId="77777777" w:rsidTr="00D336FC">
        <w:trPr>
          <w:trHeight w:val="397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3C91" w14:textId="370C1BC1" w:rsidR="006E1BFD" w:rsidRPr="008B2D0E" w:rsidRDefault="006E1BFD" w:rsidP="00D336FC">
            <w:pPr>
              <w:pStyle w:val="Bezodstpw"/>
              <w:spacing w:before="12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B2D0E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 xml:space="preserve">Literatura uzupełniająca: </w:t>
            </w:r>
          </w:p>
          <w:p w14:paraId="559533E3" w14:textId="0459C4F0" w:rsidR="006A490B" w:rsidRPr="008B2D0E" w:rsidRDefault="008B2D0E" w:rsidP="00D336FC">
            <w:pPr>
              <w:pStyle w:val="Bezodstpw"/>
              <w:numPr>
                <w:ilvl w:val="0"/>
                <w:numId w:val="4"/>
              </w:numPr>
              <w:spacing w:before="120"/>
              <w:ind w:left="35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r w:rsidR="006A490B" w:rsidRPr="008B2D0E">
              <w:rPr>
                <w:rFonts w:ascii="Corbel" w:hAnsi="Corbel"/>
                <w:sz w:val="24"/>
                <w:szCs w:val="24"/>
              </w:rPr>
              <w:t>Barczewska-Dziobek, Współadministrowanie na przykładzie relacji administracji ze społeczeństwem - zarys problematyki</w:t>
            </w:r>
            <w:r w:rsidRPr="008B2D0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6A490B" w:rsidRPr="008B2D0E">
              <w:rPr>
                <w:rFonts w:ascii="Corbel" w:hAnsi="Corbel"/>
                <w:sz w:val="24"/>
                <w:szCs w:val="24"/>
              </w:rPr>
              <w:t>: Administracja publiczna wobec procesów zmian w XXI wieku: księga jubileuszowa profesora Jerzego Korczaka / redakcja Piotr Lisowski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A490B" w:rsidRPr="008B2D0E">
              <w:rPr>
                <w:rFonts w:ascii="Corbel" w:hAnsi="Corbel"/>
                <w:sz w:val="24"/>
                <w:szCs w:val="24"/>
              </w:rPr>
              <w:t xml:space="preserve">Wrocław: </w:t>
            </w:r>
            <w:r w:rsidR="00D336FC">
              <w:rPr>
                <w:rFonts w:ascii="Corbel" w:hAnsi="Corbel"/>
                <w:sz w:val="24"/>
                <w:szCs w:val="24"/>
              </w:rPr>
              <w:br/>
            </w:r>
            <w:r w:rsidR="006A490B" w:rsidRPr="008B2D0E">
              <w:rPr>
                <w:rFonts w:ascii="Corbel" w:hAnsi="Corbel"/>
                <w:sz w:val="24"/>
                <w:szCs w:val="24"/>
              </w:rPr>
              <w:t>Uniwersytet Wrocławski, 2024</w:t>
            </w:r>
          </w:p>
          <w:p w14:paraId="49D33ADB" w14:textId="20AF68F2" w:rsidR="00411862" w:rsidRDefault="00D336FC" w:rsidP="008B2D0E">
            <w:pPr>
              <w:pStyle w:val="Bezodstpw"/>
              <w:numPr>
                <w:ilvl w:val="0"/>
                <w:numId w:val="4"/>
              </w:numPr>
              <w:ind w:left="35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r w:rsidR="00411862" w:rsidRPr="00411862">
              <w:rPr>
                <w:rFonts w:ascii="Corbel" w:hAnsi="Corbel"/>
                <w:sz w:val="24"/>
                <w:szCs w:val="24"/>
              </w:rPr>
              <w:t>Łukaszuk ,Zarządzanie publiczne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1862" w:rsidRPr="00411862">
              <w:rPr>
                <w:rFonts w:ascii="Corbel" w:hAnsi="Corbel"/>
                <w:sz w:val="24"/>
                <w:szCs w:val="24"/>
              </w:rPr>
              <w:t xml:space="preserve">- związki nauki administracji z naukami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411862" w:rsidRPr="00411862">
              <w:rPr>
                <w:rFonts w:ascii="Corbel" w:hAnsi="Corbel"/>
                <w:sz w:val="24"/>
                <w:szCs w:val="24"/>
              </w:rPr>
              <w:t xml:space="preserve">o zarządzaniu wobec wyzwań współczesności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411862" w:rsidRPr="00411862">
              <w:rPr>
                <w:rFonts w:ascii="Corbel" w:hAnsi="Corbel"/>
                <w:sz w:val="24"/>
                <w:szCs w:val="24"/>
              </w:rPr>
              <w:t>: Założenia nauki administracji / redakcja naukowa Joanna Smarż, Sławomir Fundowicz, Paweł Śwital, Warszawa: Wolters Kluwer, 2024.</w:t>
            </w:r>
          </w:p>
          <w:p w14:paraId="7F356C38" w14:textId="2929077C" w:rsidR="00900A21" w:rsidRPr="00920661" w:rsidRDefault="00900A21" w:rsidP="008B2D0E">
            <w:pPr>
              <w:pStyle w:val="Bezodstpw"/>
              <w:numPr>
                <w:ilvl w:val="0"/>
                <w:numId w:val="4"/>
              </w:numPr>
              <w:ind w:left="353"/>
              <w:rPr>
                <w:rFonts w:ascii="Corbel" w:hAnsi="Corbel"/>
                <w:sz w:val="24"/>
                <w:szCs w:val="24"/>
              </w:rPr>
            </w:pPr>
            <w:r w:rsidRPr="00900A21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Cieślak, 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Bukowska, 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Federczyk,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Klimaszewski,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Majchrzak; red. nauk. Zbigniew Cieślak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Nauka administracji - 2. wyd., Warszawa: Wolters Kluwer, 2017.</w:t>
            </w:r>
          </w:p>
          <w:p w14:paraId="77865144" w14:textId="06193ACE" w:rsidR="00920661" w:rsidRPr="00920661" w:rsidRDefault="00920661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>E. Knosala, Decyzje i doradztwo w administracji publicznej,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>Bytom 2003,</w:t>
            </w:r>
          </w:p>
          <w:p w14:paraId="26529F55" w14:textId="77777777" w:rsidR="00920661" w:rsidRDefault="00920661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>K. Dąbrowski, Nauka administracji. Skrypt akademicki, Ryki 2012,</w:t>
            </w:r>
          </w:p>
          <w:p w14:paraId="6A9EA48B" w14:textId="34807BB1" w:rsidR="00900A21" w:rsidRPr="00920661" w:rsidRDefault="00900A21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00A21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8B2D0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0A21">
              <w:rPr>
                <w:rFonts w:ascii="Corbel" w:hAnsi="Corbel"/>
                <w:b w:val="0"/>
                <w:smallCaps w:val="0"/>
                <w:szCs w:val="24"/>
              </w:rPr>
              <w:t xml:space="preserve">Dobkowski, W obronie nauki administracji, 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00A21">
              <w:rPr>
                <w:rFonts w:ascii="Corbel" w:hAnsi="Corbel"/>
                <w:b w:val="0"/>
                <w:smallCaps w:val="0"/>
                <w:szCs w:val="24"/>
              </w:rPr>
              <w:t>Prawo i Więź, 1 (39) 2022, s.53-79.</w:t>
            </w:r>
          </w:p>
          <w:p w14:paraId="42AAAA26" w14:textId="6CEF478F" w:rsidR="00920661" w:rsidRPr="00920661" w:rsidRDefault="00920661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J. Łukasiewicz (red.), Procesy kierowania w administracji publicznej, 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>Rzeszów 2014,</w:t>
            </w:r>
          </w:p>
          <w:p w14:paraId="3F2057D0" w14:textId="77777777" w:rsidR="000B6599" w:rsidRPr="00920661" w:rsidRDefault="000B6599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S. Wrzosek, Związki nauki administracji z innymi dyscyplinami, </w:t>
            </w:r>
            <w:hyperlink r:id="rId8" w:history="1">
              <w:r w:rsidRPr="0092066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https://repozytorium.uni.wroc.pl/Content/79122/PDF/40_Wrzosek-S.pdf</w:t>
              </w:r>
            </w:hyperlink>
          </w:p>
          <w:p w14:paraId="56D5AD83" w14:textId="228F424D" w:rsidR="000B6599" w:rsidRPr="00920661" w:rsidRDefault="000B6599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S. Wrzosek, Nauka administracji jako subdyscyplina łącząca nauki prawne 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>i nauki o zarządzaniu, Studia Prawnicze KUL, 3/2021,</w:t>
            </w:r>
          </w:p>
          <w:p w14:paraId="55BD6404" w14:textId="212482D7" w:rsidR="00920661" w:rsidRDefault="00013826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920661">
              <w:rPr>
                <w:rFonts w:ascii="Corbel" w:hAnsi="Corbel"/>
                <w:b w:val="0"/>
                <w:smallCaps w:val="0"/>
                <w:szCs w:val="24"/>
              </w:rPr>
              <w:t>Gados, J.</w:t>
            </w:r>
            <w:r w:rsidR="008B2D0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0661">
              <w:rPr>
                <w:rFonts w:ascii="Corbel" w:hAnsi="Corbel"/>
                <w:b w:val="0"/>
                <w:smallCaps w:val="0"/>
                <w:szCs w:val="24"/>
              </w:rPr>
              <w:t>Łukasiewicz, Ernesta Knosali pochwała biurokracji, [w:] Administracja</w:t>
            </w:r>
            <w:r w:rsidR="00AE42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0661">
              <w:rPr>
                <w:rFonts w:ascii="Corbel" w:hAnsi="Corbel"/>
                <w:b w:val="0"/>
                <w:smallCaps w:val="0"/>
                <w:szCs w:val="24"/>
              </w:rPr>
              <w:t>publiczna</w:t>
            </w:r>
            <w:r w:rsidR="00AE42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0661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AE42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0661">
              <w:rPr>
                <w:rFonts w:ascii="Corbel" w:hAnsi="Corbel"/>
                <w:b w:val="0"/>
                <w:smallCaps w:val="0"/>
                <w:szCs w:val="24"/>
              </w:rPr>
              <w:t>aktualne wyzwania, red. L.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0661">
              <w:rPr>
                <w:rFonts w:ascii="Corbel" w:hAnsi="Corbel"/>
                <w:b w:val="0"/>
                <w:smallCaps w:val="0"/>
                <w:szCs w:val="24"/>
              </w:rPr>
              <w:t xml:space="preserve">Zacharko, 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920661">
              <w:rPr>
                <w:rFonts w:ascii="Corbel" w:hAnsi="Corbel"/>
                <w:b w:val="0"/>
                <w:smallCaps w:val="0"/>
                <w:szCs w:val="24"/>
              </w:rPr>
              <w:t xml:space="preserve">Katowice 2015, s. 244-252, </w:t>
            </w:r>
          </w:p>
          <w:p w14:paraId="37B9A919" w14:textId="10E30B21" w:rsidR="000B6599" w:rsidRPr="00920661" w:rsidRDefault="00013826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0B6599"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Barczewska-Dziobek, Deliberatywne metody podejmowania decyzji publicznych, [w:] Struktury administracji publicznej; metody, ogniwa, więzi, 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0B6599" w:rsidRPr="00920661">
              <w:rPr>
                <w:rFonts w:ascii="Corbel" w:hAnsi="Corbel"/>
                <w:b w:val="0"/>
                <w:smallCaps w:val="0"/>
                <w:szCs w:val="24"/>
              </w:rPr>
              <w:t>red. A. Mezglewski, Rzeszów 2016, s.7-22</w:t>
            </w:r>
          </w:p>
          <w:p w14:paraId="682D5465" w14:textId="6DA1FC95" w:rsidR="000B6599" w:rsidRPr="00920661" w:rsidRDefault="00013826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0B6599"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Barczewska-Dziobek, Standardy współpracy z organizacjami pozarządowymi jako wyznacznik dobrych relacji administracji z otoczeniem społecznym, 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0B6599"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[w:] Standardy współczesnej administracji i prawa administracyjnego, 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0B6599"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red. Z. Duniewska, M. Stahl, A. Rabiega-Przyłęcka, 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0B6599" w:rsidRPr="00920661">
              <w:rPr>
                <w:rFonts w:ascii="Corbel" w:hAnsi="Corbel"/>
                <w:b w:val="0"/>
                <w:smallCaps w:val="0"/>
                <w:szCs w:val="24"/>
              </w:rPr>
              <w:t>Warszawa-Łódź 2019, ss. 147-164,</w:t>
            </w:r>
          </w:p>
          <w:p w14:paraId="4B6E7B1B" w14:textId="77777777" w:rsidR="00920661" w:rsidRPr="00920661" w:rsidRDefault="00920661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 w:cs="Arial"/>
                <w:b w:val="0"/>
                <w:smallCaps w:val="0"/>
                <w:color w:val="222222"/>
                <w:szCs w:val="24"/>
                <w:shd w:val="clear" w:color="auto" w:fill="FFFFFF"/>
              </w:rPr>
            </w:pPr>
            <w:r w:rsidRPr="00920661">
              <w:rPr>
                <w:rFonts w:ascii="Corbel" w:hAnsi="Corbel" w:cs="Arial"/>
                <w:b w:val="0"/>
                <w:smallCaps w:val="0"/>
                <w:color w:val="222222"/>
                <w:szCs w:val="24"/>
                <w:shd w:val="clear" w:color="auto" w:fill="FFFFFF"/>
              </w:rPr>
              <w:t xml:space="preserve">S. Bentkowski i I. Bentkowska-Furman, „Prakseologiczne uwarunkowania jakości administracji publicznej”, </w:t>
            </w:r>
            <w:r w:rsidRPr="00920661">
              <w:rPr>
                <w:rFonts w:ascii="Corbel" w:hAnsi="Corbel" w:cs="Arial"/>
                <w:b w:val="0"/>
                <w:i/>
                <w:iCs/>
                <w:smallCaps w:val="0"/>
                <w:color w:val="222222"/>
                <w:szCs w:val="24"/>
                <w:bdr w:val="none" w:sz="0" w:space="0" w:color="auto" w:frame="1"/>
                <w:shd w:val="clear" w:color="auto" w:fill="FFFFFF"/>
              </w:rPr>
              <w:t>Acta Iuridica Resoviensia</w:t>
            </w:r>
            <w:r w:rsidRPr="00920661">
              <w:rPr>
                <w:rFonts w:ascii="Corbel" w:hAnsi="Corbel" w:cs="Arial"/>
                <w:b w:val="0"/>
                <w:smallCaps w:val="0"/>
                <w:color w:val="222222"/>
                <w:szCs w:val="24"/>
                <w:shd w:val="clear" w:color="auto" w:fill="FFFFFF"/>
              </w:rPr>
              <w:t>, t. 110, Art. nr 28, 2020</w:t>
            </w:r>
          </w:p>
          <w:p w14:paraId="2E0BA3D3" w14:textId="077935B7" w:rsidR="000B6599" w:rsidRPr="00920661" w:rsidRDefault="000B6599" w:rsidP="008B2D0E">
            <w:pPr>
              <w:pStyle w:val="Punktygwne"/>
              <w:numPr>
                <w:ilvl w:val="0"/>
                <w:numId w:val="4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M. Cichorzewska, D. Kostecki, Kultura organizacyjna good governance </w:t>
            </w:r>
            <w:r w:rsidR="00D336F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>w jednostkach administracji publicznej, Lublin 2021,</w:t>
            </w:r>
          </w:p>
          <w:p w14:paraId="1E79438D" w14:textId="5837150C" w:rsidR="00447253" w:rsidRPr="00920661" w:rsidRDefault="000B6599" w:rsidP="00D336FC">
            <w:pPr>
              <w:pStyle w:val="Punktygwne"/>
              <w:numPr>
                <w:ilvl w:val="0"/>
                <w:numId w:val="4"/>
              </w:numPr>
              <w:spacing w:before="0" w:after="120"/>
              <w:ind w:left="35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>M. Ganczar, A. Sytek, Informatyzacja administracji publicznej. Skuteczność regulacji, Warszawa 2021.</w:t>
            </w:r>
          </w:p>
        </w:tc>
      </w:tr>
    </w:tbl>
    <w:p w14:paraId="55D5ED42" w14:textId="77777777" w:rsidR="00D336FC" w:rsidRDefault="00D336F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0D7ED59F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F9C62" w14:textId="77777777" w:rsidR="00842403" w:rsidRDefault="00842403" w:rsidP="00C16ABF">
      <w:pPr>
        <w:spacing w:after="0" w:line="240" w:lineRule="auto"/>
      </w:pPr>
      <w:r>
        <w:separator/>
      </w:r>
    </w:p>
  </w:endnote>
  <w:endnote w:type="continuationSeparator" w:id="0">
    <w:p w14:paraId="46FA3BAA" w14:textId="77777777" w:rsidR="00842403" w:rsidRDefault="008424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6094A" w14:textId="77777777" w:rsidR="00842403" w:rsidRDefault="00842403" w:rsidP="00C16ABF">
      <w:pPr>
        <w:spacing w:after="0" w:line="240" w:lineRule="auto"/>
      </w:pPr>
      <w:r>
        <w:separator/>
      </w:r>
    </w:p>
  </w:footnote>
  <w:footnote w:type="continuationSeparator" w:id="0">
    <w:p w14:paraId="2099441F" w14:textId="77777777" w:rsidR="00842403" w:rsidRDefault="00842403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043B1"/>
    <w:multiLevelType w:val="hybridMultilevel"/>
    <w:tmpl w:val="C6F403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83C6C"/>
    <w:multiLevelType w:val="hybridMultilevel"/>
    <w:tmpl w:val="90A450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7305B"/>
    <w:multiLevelType w:val="hybridMultilevel"/>
    <w:tmpl w:val="997E1C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A19E1"/>
    <w:multiLevelType w:val="hybridMultilevel"/>
    <w:tmpl w:val="97D44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BB571F"/>
    <w:multiLevelType w:val="hybridMultilevel"/>
    <w:tmpl w:val="16B8F8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607E5"/>
    <w:multiLevelType w:val="hybridMultilevel"/>
    <w:tmpl w:val="2438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129A4"/>
    <w:multiLevelType w:val="hybridMultilevel"/>
    <w:tmpl w:val="5CC8EB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63513"/>
    <w:multiLevelType w:val="hybridMultilevel"/>
    <w:tmpl w:val="1368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852406">
    <w:abstractNumId w:val="4"/>
  </w:num>
  <w:num w:numId="2" w16cid:durableId="1031540971">
    <w:abstractNumId w:val="6"/>
  </w:num>
  <w:num w:numId="3" w16cid:durableId="1080521647">
    <w:abstractNumId w:val="0"/>
  </w:num>
  <w:num w:numId="4" w16cid:durableId="1657108198">
    <w:abstractNumId w:val="3"/>
  </w:num>
  <w:num w:numId="5" w16cid:durableId="1379233570">
    <w:abstractNumId w:val="1"/>
  </w:num>
  <w:num w:numId="6" w16cid:durableId="126630805">
    <w:abstractNumId w:val="8"/>
  </w:num>
  <w:num w:numId="7" w16cid:durableId="792407391">
    <w:abstractNumId w:val="2"/>
  </w:num>
  <w:num w:numId="8" w16cid:durableId="141703849">
    <w:abstractNumId w:val="7"/>
  </w:num>
  <w:num w:numId="9" w16cid:durableId="59620834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826"/>
    <w:rsid w:val="00015B8F"/>
    <w:rsid w:val="00022ECE"/>
    <w:rsid w:val="00023B5F"/>
    <w:rsid w:val="00042A51"/>
    <w:rsid w:val="00042D2E"/>
    <w:rsid w:val="00044C82"/>
    <w:rsid w:val="00070ED6"/>
    <w:rsid w:val="000742DC"/>
    <w:rsid w:val="00077D0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599"/>
    <w:rsid w:val="000D04B0"/>
    <w:rsid w:val="000D41BA"/>
    <w:rsid w:val="000F1C57"/>
    <w:rsid w:val="000F5615"/>
    <w:rsid w:val="001045A1"/>
    <w:rsid w:val="00124BFF"/>
    <w:rsid w:val="0012560E"/>
    <w:rsid w:val="00127108"/>
    <w:rsid w:val="00134B13"/>
    <w:rsid w:val="00137FB4"/>
    <w:rsid w:val="00144D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78A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021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139"/>
    <w:rsid w:val="0030395F"/>
    <w:rsid w:val="00305C92"/>
    <w:rsid w:val="003151C5"/>
    <w:rsid w:val="003343CF"/>
    <w:rsid w:val="00343C3D"/>
    <w:rsid w:val="00346FE9"/>
    <w:rsid w:val="0034759A"/>
    <w:rsid w:val="003503F6"/>
    <w:rsid w:val="003530DD"/>
    <w:rsid w:val="00363F78"/>
    <w:rsid w:val="003955EA"/>
    <w:rsid w:val="003A0A5B"/>
    <w:rsid w:val="003A1176"/>
    <w:rsid w:val="003A7457"/>
    <w:rsid w:val="003B336D"/>
    <w:rsid w:val="003B634A"/>
    <w:rsid w:val="003C0BAE"/>
    <w:rsid w:val="003D18A9"/>
    <w:rsid w:val="003D6CE2"/>
    <w:rsid w:val="003E1941"/>
    <w:rsid w:val="003E2FE6"/>
    <w:rsid w:val="003E49D5"/>
    <w:rsid w:val="003F205D"/>
    <w:rsid w:val="003F38C0"/>
    <w:rsid w:val="00411862"/>
    <w:rsid w:val="00414E3C"/>
    <w:rsid w:val="0042244A"/>
    <w:rsid w:val="0042745A"/>
    <w:rsid w:val="00431D5C"/>
    <w:rsid w:val="004362C6"/>
    <w:rsid w:val="00437FA2"/>
    <w:rsid w:val="00445970"/>
    <w:rsid w:val="0044725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84"/>
    <w:rsid w:val="004A3EEA"/>
    <w:rsid w:val="004A4D1F"/>
    <w:rsid w:val="004B3F0E"/>
    <w:rsid w:val="004C65C8"/>
    <w:rsid w:val="004D31C0"/>
    <w:rsid w:val="004D5282"/>
    <w:rsid w:val="004E4102"/>
    <w:rsid w:val="004F1551"/>
    <w:rsid w:val="004F55A3"/>
    <w:rsid w:val="0050496F"/>
    <w:rsid w:val="00510178"/>
    <w:rsid w:val="00511744"/>
    <w:rsid w:val="00513B6F"/>
    <w:rsid w:val="00517C63"/>
    <w:rsid w:val="00524645"/>
    <w:rsid w:val="005363C4"/>
    <w:rsid w:val="00536BDE"/>
    <w:rsid w:val="00543ACC"/>
    <w:rsid w:val="0056696D"/>
    <w:rsid w:val="0059484D"/>
    <w:rsid w:val="005A0855"/>
    <w:rsid w:val="005A3196"/>
    <w:rsid w:val="005A5952"/>
    <w:rsid w:val="005C080F"/>
    <w:rsid w:val="005C55E5"/>
    <w:rsid w:val="005C696A"/>
    <w:rsid w:val="005D490A"/>
    <w:rsid w:val="005E6E85"/>
    <w:rsid w:val="005F31D2"/>
    <w:rsid w:val="005F76A3"/>
    <w:rsid w:val="006021FA"/>
    <w:rsid w:val="0061029B"/>
    <w:rsid w:val="00617230"/>
    <w:rsid w:val="00617484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640"/>
    <w:rsid w:val="006A490B"/>
    <w:rsid w:val="006D050F"/>
    <w:rsid w:val="006D4B28"/>
    <w:rsid w:val="006D6139"/>
    <w:rsid w:val="006E1BFD"/>
    <w:rsid w:val="006E5D65"/>
    <w:rsid w:val="006F1282"/>
    <w:rsid w:val="006F1FBC"/>
    <w:rsid w:val="006F31E2"/>
    <w:rsid w:val="006F676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C4A"/>
    <w:rsid w:val="00763BF1"/>
    <w:rsid w:val="00766FD4"/>
    <w:rsid w:val="0078168C"/>
    <w:rsid w:val="00787C2A"/>
    <w:rsid w:val="00790E27"/>
    <w:rsid w:val="0079510C"/>
    <w:rsid w:val="007A4022"/>
    <w:rsid w:val="007A4276"/>
    <w:rsid w:val="007A6E6E"/>
    <w:rsid w:val="007C3299"/>
    <w:rsid w:val="007C3BCC"/>
    <w:rsid w:val="007C4546"/>
    <w:rsid w:val="007C66B0"/>
    <w:rsid w:val="007D6E56"/>
    <w:rsid w:val="007E4659"/>
    <w:rsid w:val="007F4155"/>
    <w:rsid w:val="00800C99"/>
    <w:rsid w:val="00804579"/>
    <w:rsid w:val="0081554D"/>
    <w:rsid w:val="0081707E"/>
    <w:rsid w:val="00842403"/>
    <w:rsid w:val="008449B3"/>
    <w:rsid w:val="008552A2"/>
    <w:rsid w:val="0085747A"/>
    <w:rsid w:val="00884922"/>
    <w:rsid w:val="00885F64"/>
    <w:rsid w:val="008917F9"/>
    <w:rsid w:val="008A45F7"/>
    <w:rsid w:val="008B2D0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A21"/>
    <w:rsid w:val="00916188"/>
    <w:rsid w:val="00920661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E1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89A"/>
    <w:rsid w:val="00A84C85"/>
    <w:rsid w:val="00A97DE1"/>
    <w:rsid w:val="00AB053C"/>
    <w:rsid w:val="00AB7434"/>
    <w:rsid w:val="00AD1146"/>
    <w:rsid w:val="00AD27D3"/>
    <w:rsid w:val="00AD66D6"/>
    <w:rsid w:val="00AE1160"/>
    <w:rsid w:val="00AE203C"/>
    <w:rsid w:val="00AE2E74"/>
    <w:rsid w:val="00AE42E3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24A"/>
    <w:rsid w:val="00BD3869"/>
    <w:rsid w:val="00BD66E9"/>
    <w:rsid w:val="00BD6FF4"/>
    <w:rsid w:val="00BF2C41"/>
    <w:rsid w:val="00C058B4"/>
    <w:rsid w:val="00C05F44"/>
    <w:rsid w:val="00C131B5"/>
    <w:rsid w:val="00C161CF"/>
    <w:rsid w:val="00C16ABF"/>
    <w:rsid w:val="00C170AE"/>
    <w:rsid w:val="00C254C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258"/>
    <w:rsid w:val="00CA2B96"/>
    <w:rsid w:val="00CA5089"/>
    <w:rsid w:val="00CD6897"/>
    <w:rsid w:val="00CE5BAC"/>
    <w:rsid w:val="00CF25BE"/>
    <w:rsid w:val="00CF78ED"/>
    <w:rsid w:val="00D02B25"/>
    <w:rsid w:val="00D02EBA"/>
    <w:rsid w:val="00D129F1"/>
    <w:rsid w:val="00D17C3C"/>
    <w:rsid w:val="00D26B2C"/>
    <w:rsid w:val="00D336F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226"/>
    <w:rsid w:val="00DB3F8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6D1"/>
    <w:rsid w:val="00E51E44"/>
    <w:rsid w:val="00E539C2"/>
    <w:rsid w:val="00E63348"/>
    <w:rsid w:val="00E71A24"/>
    <w:rsid w:val="00E742AA"/>
    <w:rsid w:val="00E77E88"/>
    <w:rsid w:val="00E8107D"/>
    <w:rsid w:val="00E908B2"/>
    <w:rsid w:val="00E960BB"/>
    <w:rsid w:val="00EA1D25"/>
    <w:rsid w:val="00EA2074"/>
    <w:rsid w:val="00EA4832"/>
    <w:rsid w:val="00EA4E9D"/>
    <w:rsid w:val="00EC4899"/>
    <w:rsid w:val="00ED03AB"/>
    <w:rsid w:val="00ED32D2"/>
    <w:rsid w:val="00EE32DE"/>
    <w:rsid w:val="00EE5457"/>
    <w:rsid w:val="00EF674D"/>
    <w:rsid w:val="00F070AB"/>
    <w:rsid w:val="00F13461"/>
    <w:rsid w:val="00F17567"/>
    <w:rsid w:val="00F27A7B"/>
    <w:rsid w:val="00F526AF"/>
    <w:rsid w:val="00F617C3"/>
    <w:rsid w:val="00F61A26"/>
    <w:rsid w:val="00F7066B"/>
    <w:rsid w:val="00F74FA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3DD2DE5"/>
    <w:rsid w:val="175896A6"/>
    <w:rsid w:val="18B1CDF8"/>
    <w:rsid w:val="1A33470C"/>
    <w:rsid w:val="3593DA04"/>
    <w:rsid w:val="47B0FFD2"/>
    <w:rsid w:val="512A46EF"/>
    <w:rsid w:val="513C947D"/>
    <w:rsid w:val="57BA779B"/>
    <w:rsid w:val="64540ACB"/>
    <w:rsid w:val="69CC21AF"/>
    <w:rsid w:val="6B98F4F8"/>
    <w:rsid w:val="71C9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abel">
    <w:name w:val="label"/>
    <w:basedOn w:val="Domylnaczcionkaakapitu"/>
    <w:rsid w:val="00447253"/>
  </w:style>
  <w:style w:type="character" w:customStyle="1" w:styleId="f245a">
    <w:name w:val="f_245a"/>
    <w:basedOn w:val="Domylnaczcionkaakapitu"/>
    <w:rsid w:val="00447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ni.wroc.pl/Content/79122/PDF/40_Wrzosek-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18D1D-218E-458B-BC05-8BF89E7D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435</TotalTime>
  <Pages>1</Pages>
  <Words>2232</Words>
  <Characters>13396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28</cp:revision>
  <cp:lastPrinted>2025-10-13T10:12:00Z</cp:lastPrinted>
  <dcterms:created xsi:type="dcterms:W3CDTF">2023-09-13T11:40:00Z</dcterms:created>
  <dcterms:modified xsi:type="dcterms:W3CDTF">2025-11-20T11:59:00Z</dcterms:modified>
</cp:coreProperties>
</file>